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9AB2A" w14:textId="77777777" w:rsidR="008236FB" w:rsidRPr="008236FB" w:rsidRDefault="00212DEA" w:rsidP="008236FB">
      <w:pPr>
        <w:tabs>
          <w:tab w:val="left" w:pos="2410"/>
        </w:tabs>
        <w:suppressAutoHyphens/>
        <w:jc w:val="center"/>
        <w:rPr>
          <w:sz w:val="22"/>
          <w:szCs w:val="22"/>
          <w:lang w:eastAsia="ar-SA"/>
        </w:rPr>
      </w:pPr>
      <w:r>
        <w:rPr>
          <w:noProof/>
        </w:rPr>
        <w:drawing>
          <wp:anchor distT="0" distB="0" distL="114935" distR="114935" simplePos="0" relativeHeight="251657728" behindDoc="0" locked="0" layoutInCell="1" allowOverlap="1" wp14:anchorId="56750448" wp14:editId="62321AFE">
            <wp:simplePos x="0" y="0"/>
            <wp:positionH relativeFrom="column">
              <wp:posOffset>5080</wp:posOffset>
            </wp:positionH>
            <wp:positionV relativeFrom="paragraph">
              <wp:posOffset>-147320</wp:posOffset>
            </wp:positionV>
            <wp:extent cx="761365" cy="837565"/>
            <wp:effectExtent l="0" t="0" r="0" b="0"/>
            <wp:wrapSquare wrapText="right"/>
            <wp:docPr id="6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837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36FB" w:rsidRPr="008236FB">
        <w:rPr>
          <w:b/>
          <w:lang w:eastAsia="ar-SA"/>
        </w:rPr>
        <w:t>Cegléd Város Polgármesterétől</w:t>
      </w:r>
    </w:p>
    <w:p w14:paraId="62E87612" w14:textId="77777777" w:rsidR="008236FB" w:rsidRPr="008236FB" w:rsidRDefault="008236FB" w:rsidP="008236FB">
      <w:pPr>
        <w:suppressAutoHyphens/>
        <w:jc w:val="center"/>
        <w:rPr>
          <w:sz w:val="22"/>
          <w:szCs w:val="22"/>
          <w:lang w:eastAsia="ar-SA"/>
        </w:rPr>
      </w:pPr>
      <w:r w:rsidRPr="008236FB">
        <w:rPr>
          <w:sz w:val="22"/>
          <w:szCs w:val="22"/>
          <w:lang w:eastAsia="ar-SA"/>
        </w:rPr>
        <w:t>2700 Cegléd, Kossuth tér 1.</w:t>
      </w:r>
    </w:p>
    <w:p w14:paraId="0B068EA6" w14:textId="77777777" w:rsidR="008236FB" w:rsidRPr="008236FB" w:rsidRDefault="008236FB" w:rsidP="008236FB">
      <w:pPr>
        <w:suppressAutoHyphens/>
        <w:jc w:val="center"/>
        <w:rPr>
          <w:sz w:val="22"/>
          <w:szCs w:val="22"/>
          <w:lang w:eastAsia="ar-SA"/>
        </w:rPr>
      </w:pPr>
      <w:r w:rsidRPr="008236FB">
        <w:rPr>
          <w:sz w:val="22"/>
          <w:szCs w:val="22"/>
          <w:lang w:eastAsia="ar-SA"/>
        </w:rPr>
        <w:t>Levélcím: 2701 Cegléd, Pf.: 85.</w:t>
      </w:r>
    </w:p>
    <w:p w14:paraId="159B1E52" w14:textId="77777777" w:rsidR="008236FB" w:rsidRPr="008236FB" w:rsidRDefault="008236FB" w:rsidP="008236FB">
      <w:pPr>
        <w:pBdr>
          <w:bottom w:val="single" w:sz="4" w:space="1" w:color="000000"/>
        </w:pBdr>
        <w:suppressAutoHyphens/>
        <w:jc w:val="center"/>
        <w:rPr>
          <w:lang w:eastAsia="ar-SA"/>
        </w:rPr>
      </w:pPr>
      <w:r w:rsidRPr="008236FB">
        <w:rPr>
          <w:sz w:val="22"/>
          <w:szCs w:val="22"/>
          <w:lang w:eastAsia="ar-SA"/>
        </w:rPr>
        <w:t>Tel.: 06/53/511-400, Fax: 511-406, E-mail: polgarmester@cegledph.hu</w:t>
      </w:r>
    </w:p>
    <w:p w14:paraId="7AE6E31D" w14:textId="77777777" w:rsidR="008236FB" w:rsidRDefault="008236FB" w:rsidP="008236FB">
      <w:pPr>
        <w:suppressAutoHyphens/>
        <w:rPr>
          <w:lang w:eastAsia="ar-SA"/>
        </w:rPr>
      </w:pPr>
    </w:p>
    <w:p w14:paraId="06A3B9A3" w14:textId="77777777" w:rsidR="004A7602" w:rsidRPr="008236FB" w:rsidRDefault="004A7602" w:rsidP="008236FB">
      <w:pPr>
        <w:suppressAutoHyphens/>
        <w:rPr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4108"/>
      </w:tblGrid>
      <w:tr w:rsidR="008236FB" w:rsidRPr="008236FB" w14:paraId="5B0013ED" w14:textId="77777777" w:rsidTr="001D2925">
        <w:tc>
          <w:tcPr>
            <w:tcW w:w="4962" w:type="dxa"/>
          </w:tcPr>
          <w:p w14:paraId="52155D7B" w14:textId="77777777" w:rsidR="008236FB" w:rsidRPr="008236FB" w:rsidRDefault="008236FB" w:rsidP="003E3B88">
            <w:pPr>
              <w:suppressAutoHyphens/>
              <w:rPr>
                <w:sz w:val="22"/>
                <w:szCs w:val="22"/>
                <w:lang w:eastAsia="ar-SA"/>
              </w:rPr>
            </w:pPr>
            <w:r w:rsidRPr="008236FB">
              <w:rPr>
                <w:b/>
                <w:sz w:val="22"/>
                <w:szCs w:val="22"/>
                <w:u w:val="single"/>
                <w:lang w:eastAsia="ar-SA"/>
              </w:rPr>
              <w:t>Száma</w:t>
            </w:r>
            <w:r w:rsidRPr="008236FB">
              <w:rPr>
                <w:sz w:val="22"/>
                <w:szCs w:val="22"/>
                <w:lang w:eastAsia="ar-SA"/>
              </w:rPr>
              <w:t>:</w:t>
            </w:r>
            <w:r w:rsidR="00346E5B">
              <w:rPr>
                <w:sz w:val="22"/>
                <w:szCs w:val="22"/>
                <w:lang w:eastAsia="ar-SA"/>
              </w:rPr>
              <w:t xml:space="preserve"> C/2</w:t>
            </w:r>
            <w:r w:rsidR="008B4312">
              <w:rPr>
                <w:sz w:val="22"/>
                <w:szCs w:val="22"/>
                <w:lang w:eastAsia="ar-SA"/>
              </w:rPr>
              <w:t>469</w:t>
            </w:r>
            <w:r w:rsidRPr="008236FB">
              <w:rPr>
                <w:sz w:val="22"/>
                <w:szCs w:val="22"/>
                <w:lang w:eastAsia="ar-SA"/>
              </w:rPr>
              <w:t>/202</w:t>
            </w:r>
            <w:r w:rsidR="008B4312">
              <w:rPr>
                <w:sz w:val="22"/>
                <w:szCs w:val="22"/>
                <w:lang w:eastAsia="ar-SA"/>
              </w:rPr>
              <w:t>5</w:t>
            </w:r>
            <w:r w:rsidR="00346E5B">
              <w:rPr>
                <w:sz w:val="22"/>
                <w:szCs w:val="22"/>
                <w:lang w:eastAsia="ar-SA"/>
              </w:rPr>
              <w:t>.</w:t>
            </w:r>
          </w:p>
          <w:p w14:paraId="18B02B87" w14:textId="77777777" w:rsidR="008236FB" w:rsidRPr="008236FB" w:rsidRDefault="008236FB" w:rsidP="003E3B88">
            <w:pPr>
              <w:suppressAutoHyphens/>
              <w:rPr>
                <w:sz w:val="22"/>
                <w:szCs w:val="22"/>
                <w:lang w:eastAsia="ar-SA"/>
              </w:rPr>
            </w:pPr>
            <w:r w:rsidRPr="008236FB">
              <w:rPr>
                <w:b/>
                <w:sz w:val="22"/>
                <w:szCs w:val="22"/>
                <w:u w:val="single"/>
                <w:lang w:eastAsia="ar-SA"/>
              </w:rPr>
              <w:t>Előterjesztő</w:t>
            </w:r>
            <w:r w:rsidRPr="008236FB">
              <w:rPr>
                <w:sz w:val="22"/>
                <w:szCs w:val="22"/>
                <w:u w:val="single"/>
                <w:lang w:eastAsia="ar-SA"/>
              </w:rPr>
              <w:t>:</w:t>
            </w:r>
            <w:r w:rsidRPr="008236FB">
              <w:rPr>
                <w:sz w:val="22"/>
                <w:szCs w:val="22"/>
                <w:lang w:eastAsia="ar-SA"/>
              </w:rPr>
              <w:t xml:space="preserve"> Dr. Csáky András polgármester </w:t>
            </w:r>
          </w:p>
          <w:p w14:paraId="3982867A" w14:textId="77777777" w:rsidR="008236FB" w:rsidRPr="008236FB" w:rsidRDefault="008236FB" w:rsidP="003E3B88">
            <w:pPr>
              <w:suppressAutoHyphens/>
              <w:rPr>
                <w:sz w:val="22"/>
                <w:szCs w:val="22"/>
                <w:lang w:eastAsia="ar-SA"/>
              </w:rPr>
            </w:pPr>
            <w:r w:rsidRPr="008236FB">
              <w:rPr>
                <w:b/>
                <w:sz w:val="22"/>
                <w:szCs w:val="22"/>
                <w:u w:val="single"/>
                <w:lang w:eastAsia="ar-SA"/>
              </w:rPr>
              <w:t>Szakmai et.:</w:t>
            </w:r>
            <w:r w:rsidRPr="008236FB">
              <w:rPr>
                <w:sz w:val="22"/>
                <w:szCs w:val="22"/>
                <w:lang w:eastAsia="ar-SA"/>
              </w:rPr>
              <w:t xml:space="preserve"> </w:t>
            </w:r>
            <w:r w:rsidR="003C6251">
              <w:rPr>
                <w:sz w:val="22"/>
                <w:szCs w:val="22"/>
                <w:lang w:eastAsia="ar-SA"/>
              </w:rPr>
              <w:t>Sipos Nikoletta</w:t>
            </w:r>
            <w:r w:rsidRPr="008236FB">
              <w:rPr>
                <w:sz w:val="22"/>
                <w:szCs w:val="22"/>
                <w:lang w:eastAsia="ar-SA"/>
              </w:rPr>
              <w:t xml:space="preserve"> </w:t>
            </w:r>
            <w:r w:rsidR="001D2925">
              <w:rPr>
                <w:sz w:val="22"/>
                <w:szCs w:val="22"/>
                <w:lang w:eastAsia="ar-SA"/>
              </w:rPr>
              <w:t>pénzügyi irodavezető</w:t>
            </w:r>
          </w:p>
          <w:p w14:paraId="5F6DC525" w14:textId="77777777" w:rsidR="008236FB" w:rsidRPr="008236FB" w:rsidRDefault="008236FB" w:rsidP="003E3B88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4108" w:type="dxa"/>
          </w:tcPr>
          <w:p w14:paraId="1130F995" w14:textId="77777777" w:rsidR="008236FB" w:rsidRPr="008236FB" w:rsidRDefault="008236FB" w:rsidP="00A51BCD">
            <w:pPr>
              <w:suppressAutoHyphens/>
              <w:rPr>
                <w:sz w:val="22"/>
                <w:szCs w:val="22"/>
                <w:lang w:eastAsia="ar-SA"/>
              </w:rPr>
            </w:pPr>
            <w:r w:rsidRPr="008236FB">
              <w:rPr>
                <w:b/>
                <w:sz w:val="22"/>
                <w:szCs w:val="22"/>
                <w:u w:val="single"/>
                <w:lang w:eastAsia="ar-SA"/>
              </w:rPr>
              <w:t>Tárgy</w:t>
            </w:r>
            <w:r w:rsidRPr="008236FB">
              <w:rPr>
                <w:sz w:val="22"/>
                <w:szCs w:val="22"/>
                <w:lang w:eastAsia="ar-SA"/>
              </w:rPr>
              <w:t xml:space="preserve">: </w:t>
            </w:r>
            <w:r w:rsidR="003754D3">
              <w:rPr>
                <w:sz w:val="22"/>
                <w:szCs w:val="22"/>
                <w:lang w:eastAsia="ar-SA"/>
              </w:rPr>
              <w:t>Támogatási kérelem</w:t>
            </w:r>
          </w:p>
          <w:p w14:paraId="1EE37424" w14:textId="77777777" w:rsidR="008236FB" w:rsidRPr="008236FB" w:rsidRDefault="003C6251" w:rsidP="003C6251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Melléklet: Kérelem</w:t>
            </w:r>
          </w:p>
          <w:p w14:paraId="16EB4699" w14:textId="77777777" w:rsidR="008236FB" w:rsidRPr="008236FB" w:rsidRDefault="008236FB" w:rsidP="003E3B88">
            <w:pPr>
              <w:suppressAutoHyphens/>
              <w:rPr>
                <w:b/>
                <w:sz w:val="22"/>
                <w:szCs w:val="22"/>
                <w:u w:val="single"/>
                <w:lang w:eastAsia="ar-SA"/>
              </w:rPr>
            </w:pPr>
          </w:p>
        </w:tc>
      </w:tr>
    </w:tbl>
    <w:p w14:paraId="0E4D6FD5" w14:textId="77777777" w:rsidR="008238CD" w:rsidRDefault="008238CD" w:rsidP="001D2925">
      <w:pPr>
        <w:jc w:val="center"/>
        <w:rPr>
          <w:b/>
          <w:bCs/>
        </w:rPr>
      </w:pPr>
    </w:p>
    <w:p w14:paraId="6F36C718" w14:textId="77777777" w:rsidR="00793463" w:rsidRDefault="00793463" w:rsidP="001D2925">
      <w:pPr>
        <w:jc w:val="center"/>
        <w:rPr>
          <w:b/>
          <w:bCs/>
        </w:rPr>
      </w:pPr>
    </w:p>
    <w:p w14:paraId="52033FCE" w14:textId="77777777" w:rsidR="008238CD" w:rsidRDefault="008238CD" w:rsidP="001D2925">
      <w:pPr>
        <w:jc w:val="center"/>
        <w:rPr>
          <w:b/>
          <w:bCs/>
        </w:rPr>
      </w:pPr>
    </w:p>
    <w:p w14:paraId="2D095BB7" w14:textId="4BC7FB5F" w:rsidR="00650E17" w:rsidRPr="00137508" w:rsidRDefault="00650E17" w:rsidP="001D2925">
      <w:pPr>
        <w:jc w:val="center"/>
        <w:rPr>
          <w:b/>
          <w:bCs/>
        </w:rPr>
      </w:pPr>
      <w:r w:rsidRPr="00137508">
        <w:rPr>
          <w:b/>
          <w:bCs/>
        </w:rPr>
        <w:t>ELŐTERJESZTÉS</w:t>
      </w:r>
    </w:p>
    <w:p w14:paraId="5B10558B" w14:textId="77777777" w:rsidR="00016B67" w:rsidRPr="00137508" w:rsidRDefault="00016B67" w:rsidP="00DC6B59">
      <w:pPr>
        <w:jc w:val="center"/>
      </w:pPr>
    </w:p>
    <w:p w14:paraId="1CAE9C13" w14:textId="3A6B93F7" w:rsidR="00650E17" w:rsidRPr="00137508" w:rsidRDefault="00650E17" w:rsidP="00DC6B59">
      <w:pPr>
        <w:jc w:val="center"/>
      </w:pPr>
      <w:r w:rsidRPr="00137508">
        <w:t xml:space="preserve">Cegléd Város Önkormányzata Képviselő-testületének </w:t>
      </w:r>
      <w:r w:rsidR="005875FE" w:rsidRPr="00137508">
        <w:t>20</w:t>
      </w:r>
      <w:r w:rsidR="0012335C" w:rsidRPr="00137508">
        <w:t>2</w:t>
      </w:r>
      <w:r w:rsidR="008B4312">
        <w:t>5</w:t>
      </w:r>
      <w:r w:rsidR="00A76BD9" w:rsidRPr="00137508">
        <w:t xml:space="preserve">. </w:t>
      </w:r>
      <w:r w:rsidR="00794804">
        <w:t>október</w:t>
      </w:r>
      <w:r w:rsidR="003754D3">
        <w:t xml:space="preserve"> </w:t>
      </w:r>
      <w:r w:rsidR="008B4312">
        <w:t>1</w:t>
      </w:r>
      <w:r w:rsidR="00794804">
        <w:t>6</w:t>
      </w:r>
      <w:r w:rsidR="00EC2118" w:rsidRPr="00137508">
        <w:t>-</w:t>
      </w:r>
      <w:r w:rsidR="00CE1494">
        <w:t>a</w:t>
      </w:r>
      <w:r w:rsidR="00EC2118" w:rsidRPr="00137508">
        <w:t xml:space="preserve">i </w:t>
      </w:r>
      <w:r w:rsidRPr="00137508">
        <w:t>ülésére</w:t>
      </w:r>
    </w:p>
    <w:p w14:paraId="71A651ED" w14:textId="77777777" w:rsidR="004A7602" w:rsidRPr="00137508" w:rsidRDefault="004A7602" w:rsidP="003C6251"/>
    <w:p w14:paraId="14A1E6D0" w14:textId="77777777" w:rsidR="00AE7238" w:rsidRPr="00137508" w:rsidRDefault="00784714" w:rsidP="003C6251">
      <w:pPr>
        <w:jc w:val="center"/>
        <w:rPr>
          <w:b/>
          <w:bCs/>
        </w:rPr>
      </w:pPr>
      <w:r w:rsidRPr="00137508">
        <w:rPr>
          <w:b/>
          <w:bCs/>
        </w:rPr>
        <w:t>Tisztelt Képviselő-testület!</w:t>
      </w:r>
      <w:bookmarkStart w:id="0" w:name="_Hlk134534574"/>
    </w:p>
    <w:p w14:paraId="22207AD4" w14:textId="77777777" w:rsidR="003C6251" w:rsidRDefault="003C6251" w:rsidP="0079194D">
      <w:pPr>
        <w:jc w:val="both"/>
      </w:pPr>
    </w:p>
    <w:p w14:paraId="5314D282" w14:textId="7695C70F" w:rsidR="003754D3" w:rsidRDefault="003754D3" w:rsidP="0079194D">
      <w:pPr>
        <w:jc w:val="both"/>
      </w:pPr>
      <w:r>
        <w:t xml:space="preserve">Az előterjesztés mellékletét képező kérelem érkezett </w:t>
      </w:r>
      <w:r w:rsidR="008B4312" w:rsidRPr="008B4312">
        <w:rPr>
          <w:b/>
          <w:bCs/>
        </w:rPr>
        <w:t>a</w:t>
      </w:r>
      <w:r w:rsidRPr="00F33696">
        <w:rPr>
          <w:b/>
        </w:rPr>
        <w:t xml:space="preserve"> </w:t>
      </w:r>
      <w:r w:rsidR="00794804">
        <w:rPr>
          <w:b/>
        </w:rPr>
        <w:t>Szent Kereszt Katolikus Karitász vezetőjétől</w:t>
      </w:r>
      <w:r w:rsidR="008B4312">
        <w:rPr>
          <w:b/>
        </w:rPr>
        <w:t xml:space="preserve">, </w:t>
      </w:r>
      <w:r w:rsidR="00794804">
        <w:rPr>
          <w:b/>
        </w:rPr>
        <w:t>Dékány Mária Magdolnától</w:t>
      </w:r>
      <w:r w:rsidR="008B4312">
        <w:rPr>
          <w:b/>
        </w:rPr>
        <w:t xml:space="preserve"> </w:t>
      </w:r>
      <w:r w:rsidR="00114F1B">
        <w:t xml:space="preserve">a </w:t>
      </w:r>
      <w:r>
        <w:t xml:space="preserve">Képviselő-testülethez, hogy nyújtson támogatást </w:t>
      </w:r>
      <w:r w:rsidR="00794804">
        <w:t>élelmiszer csomagok beszerzéséhez</w:t>
      </w:r>
      <w:r w:rsidR="008B4312">
        <w:t>.</w:t>
      </w:r>
    </w:p>
    <w:p w14:paraId="60DCA79B" w14:textId="69E80FC8" w:rsidR="00DC66D5" w:rsidRDefault="00DC66D5" w:rsidP="00406798">
      <w:pPr>
        <w:spacing w:before="120"/>
        <w:jc w:val="both"/>
      </w:pPr>
      <w:r>
        <w:t xml:space="preserve">Kérelmében arról tájékoztatott, hogy </w:t>
      </w:r>
      <w:r w:rsidR="00794804">
        <w:t>a Katolikus Karitász az egyetlen olyan segélyszervezet a városban, aki</w:t>
      </w:r>
      <w:r w:rsidR="00921A49">
        <w:t>k</w:t>
      </w:r>
      <w:r w:rsidR="00794804">
        <w:t xml:space="preserve"> minden hónapban </w:t>
      </w:r>
      <w:r w:rsidR="00921A49">
        <w:t xml:space="preserve">alapvető </w:t>
      </w:r>
      <w:r w:rsidR="00794804">
        <w:t>élelmiszer</w:t>
      </w:r>
      <w:r w:rsidR="00921A49">
        <w:t xml:space="preserve"> </w:t>
      </w:r>
      <w:r w:rsidR="00794804">
        <w:t>csoma</w:t>
      </w:r>
      <w:r w:rsidR="00921A49">
        <w:t>gokat osztanak rászoruló családoknak. Mindezt a katolikus plébánia és a hívek adománya teszi lehetővé számukra. Sajnos a nyilvántartott közel 150 családnak anyagi korlátok miatt nem tudnak minden hónapban csomagot adni, pedig a rászorulók száma folyamatosan növekszik.</w:t>
      </w:r>
    </w:p>
    <w:p w14:paraId="75C0560B" w14:textId="77777777" w:rsidR="00114F1B" w:rsidRDefault="00114F1B" w:rsidP="0079194D">
      <w:pPr>
        <w:jc w:val="both"/>
      </w:pPr>
    </w:p>
    <w:p w14:paraId="1F97A2F2" w14:textId="727D48FA" w:rsidR="00A1577E" w:rsidRDefault="00114F1B" w:rsidP="0079194D">
      <w:pPr>
        <w:jc w:val="both"/>
      </w:pPr>
      <w:r>
        <w:t>T</w:t>
      </w:r>
      <w:r w:rsidR="003879F1">
        <w:t>ájékoztatom a képviselő-testületet</w:t>
      </w:r>
      <w:r>
        <w:t xml:space="preserve">, hogy </w:t>
      </w:r>
      <w:r w:rsidR="00921A49">
        <w:t>Cegléd Város Önkormányzata minden évben</w:t>
      </w:r>
      <w:r w:rsidR="00A1577E">
        <w:t>, karácsony közeledtével</w:t>
      </w:r>
      <w:r w:rsidR="00921A49">
        <w:t xml:space="preserve"> 300 db, 10.000 Ft értékű Penny kártyát oszt szét rászoruló családoknak. </w:t>
      </w:r>
    </w:p>
    <w:p w14:paraId="6EB1EAA4" w14:textId="100041F0" w:rsidR="00114F1B" w:rsidRDefault="00921A49" w:rsidP="0079194D">
      <w:pPr>
        <w:jc w:val="both"/>
      </w:pPr>
      <w:r>
        <w:t>A 2025. évi</w:t>
      </w:r>
      <w:r w:rsidR="00114F1B">
        <w:t xml:space="preserve"> költségvetésben n</w:t>
      </w:r>
      <w:r w:rsidR="00A1577E">
        <w:t>em áll rendelkezésre</w:t>
      </w:r>
      <w:r w:rsidR="00F33696">
        <w:t xml:space="preserve"> külön fedezet a támogatás nyújtásához</w:t>
      </w:r>
      <w:r w:rsidR="00401EC4">
        <w:t>.</w:t>
      </w:r>
      <w:r w:rsidR="00114F1B">
        <w:t xml:space="preserve"> </w:t>
      </w:r>
      <w:r w:rsidR="00401EC4">
        <w:t>Ennek figyelembevételével kérem az előterjesztést megtárgyalni és a kérelmet elbírálni.</w:t>
      </w:r>
    </w:p>
    <w:bookmarkEnd w:id="0"/>
    <w:p w14:paraId="3A837F27" w14:textId="77777777" w:rsidR="00F33696" w:rsidRDefault="00F33696" w:rsidP="00575499">
      <w:pPr>
        <w:jc w:val="both"/>
      </w:pPr>
    </w:p>
    <w:p w14:paraId="61B1D275" w14:textId="77777777" w:rsidR="00A83A08" w:rsidRDefault="00F33696" w:rsidP="00A83A08">
      <w:pPr>
        <w:tabs>
          <w:tab w:val="left" w:pos="6615"/>
        </w:tabs>
        <w:jc w:val="both"/>
        <w:rPr>
          <w:noProof/>
        </w:rPr>
      </w:pPr>
      <w:r>
        <w:rPr>
          <w:b/>
        </w:rPr>
        <w:t xml:space="preserve">Az előterjesztést a Gazdasági </w:t>
      </w:r>
      <w:r w:rsidRPr="00F33696">
        <w:rPr>
          <w:b/>
        </w:rPr>
        <w:t>Bizottság</w:t>
      </w:r>
      <w:r w:rsidR="00401EC4">
        <w:rPr>
          <w:b/>
        </w:rPr>
        <w:t xml:space="preserve"> és a </w:t>
      </w:r>
      <w:r w:rsidRPr="00F33696">
        <w:rPr>
          <w:b/>
        </w:rPr>
        <w:t xml:space="preserve">Pénzügyi </w:t>
      </w:r>
      <w:r w:rsidR="00401EC4">
        <w:rPr>
          <w:b/>
        </w:rPr>
        <w:t xml:space="preserve">Ellenőrző </w:t>
      </w:r>
      <w:r w:rsidRPr="00F33696">
        <w:rPr>
          <w:b/>
        </w:rPr>
        <w:t xml:space="preserve">Bizottság </w:t>
      </w:r>
      <w:r>
        <w:t>tárgyalja meg</w:t>
      </w:r>
      <w:r w:rsidR="00A83A08">
        <w:t>.</w:t>
      </w:r>
      <w:r w:rsidR="00A83A08" w:rsidRPr="00A83A08">
        <w:rPr>
          <w:noProof/>
        </w:rPr>
        <w:t xml:space="preserve"> </w:t>
      </w:r>
      <w:r w:rsidR="00A83A08" w:rsidRPr="00866495">
        <w:rPr>
          <w:noProof/>
        </w:rPr>
        <w:t>A bizottságok véleménye a Képviselő-testület ülésén kerül ismertetésre.</w:t>
      </w:r>
    </w:p>
    <w:p w14:paraId="7DE3C3CB" w14:textId="77777777" w:rsidR="00A53830" w:rsidRPr="00137508" w:rsidRDefault="00A53830" w:rsidP="00575499">
      <w:pPr>
        <w:jc w:val="both"/>
      </w:pPr>
    </w:p>
    <w:p w14:paraId="25DB352A" w14:textId="77777777" w:rsidR="00401EC4" w:rsidRPr="00F876AA" w:rsidRDefault="00401EC4" w:rsidP="00401EC4">
      <w:pPr>
        <w:widowControl w:val="0"/>
        <w:spacing w:before="240"/>
        <w:jc w:val="both"/>
      </w:pPr>
      <w:r w:rsidRPr="00F876AA">
        <w:t xml:space="preserve">A döntéshozatal a Magyarország helyi önkormányzatairól szóló 2011. évi CLXXXIX. törvény (Mötv.) 46. § (1) bekezdése, valamint a (2) bekezdésben foglaltakra figyelemmel, </w:t>
      </w:r>
      <w:r w:rsidRPr="00F876AA">
        <w:rPr>
          <w:b/>
        </w:rPr>
        <w:t>nyilvános ülés</w:t>
      </w:r>
      <w:r w:rsidRPr="00F876AA">
        <w:t xml:space="preserve"> keretében, az 50. § alapján </w:t>
      </w:r>
      <w:r>
        <w:t>–</w:t>
      </w:r>
      <w:r w:rsidRPr="00F876AA">
        <w:t xml:space="preserve"> figyelemmel a 42. §</w:t>
      </w:r>
      <w:r w:rsidR="00CB585B">
        <w:t>-ban és a Kt. SzMSz 59. § 3. pontjában foglalt rendelkezésekre</w:t>
      </w:r>
      <w:r w:rsidRPr="00F876AA">
        <w:t xml:space="preserve"> </w:t>
      </w:r>
      <w:r>
        <w:t>–</w:t>
      </w:r>
      <w:r w:rsidRPr="00F876AA">
        <w:t xml:space="preserve"> </w:t>
      </w:r>
      <w:r w:rsidRPr="00F876AA">
        <w:rPr>
          <w:b/>
        </w:rPr>
        <w:t>minősített szavazati</w:t>
      </w:r>
      <w:r w:rsidRPr="00F876AA">
        <w:t xml:space="preserve"> arányt igénye</w:t>
      </w:r>
      <w:r>
        <w:t>l.</w:t>
      </w:r>
    </w:p>
    <w:p w14:paraId="65934DD1" w14:textId="77777777" w:rsidR="00401EC4" w:rsidRDefault="00401EC4" w:rsidP="00137508">
      <w:pPr>
        <w:pStyle w:val="Szvegtrzs"/>
        <w:tabs>
          <w:tab w:val="clear" w:pos="3119"/>
        </w:tabs>
      </w:pPr>
    </w:p>
    <w:p w14:paraId="5F1D48A7" w14:textId="777363F9" w:rsidR="00A97460" w:rsidRPr="00137508" w:rsidRDefault="00203CFE" w:rsidP="00137508">
      <w:pPr>
        <w:pStyle w:val="Szvegtrzs"/>
        <w:tabs>
          <w:tab w:val="clear" w:pos="3119"/>
        </w:tabs>
      </w:pPr>
      <w:r w:rsidRPr="00137508">
        <w:t>Cegléd</w:t>
      </w:r>
      <w:r w:rsidR="00D629C6" w:rsidRPr="00137508">
        <w:t xml:space="preserve">, </w:t>
      </w:r>
      <w:r w:rsidR="00E26587" w:rsidRPr="00137508">
        <w:t>202</w:t>
      </w:r>
      <w:r w:rsidR="00401EC4">
        <w:t>5</w:t>
      </w:r>
      <w:r w:rsidR="00E26587" w:rsidRPr="00137508">
        <w:t xml:space="preserve">. </w:t>
      </w:r>
      <w:r w:rsidR="00A1577E">
        <w:t>10</w:t>
      </w:r>
      <w:r w:rsidR="00F33696">
        <w:t>.</w:t>
      </w:r>
      <w:r w:rsidR="0089161B">
        <w:t xml:space="preserve"> 0</w:t>
      </w:r>
      <w:r w:rsidR="00A1577E">
        <w:t>7</w:t>
      </w:r>
      <w:r w:rsidR="00F33696">
        <w:t>.</w:t>
      </w:r>
    </w:p>
    <w:p w14:paraId="017926EF" w14:textId="77777777" w:rsidR="00650E17" w:rsidRPr="00137508" w:rsidRDefault="00274D48" w:rsidP="006536F2">
      <w:pPr>
        <w:tabs>
          <w:tab w:val="center" w:pos="7371"/>
        </w:tabs>
        <w:jc w:val="right"/>
      </w:pPr>
      <w:r w:rsidRPr="00137508">
        <w:t>Dr. Csák</w:t>
      </w:r>
      <w:r w:rsidR="00794E5C" w:rsidRPr="00137508">
        <w:t>y</w:t>
      </w:r>
      <w:r w:rsidRPr="00137508">
        <w:t xml:space="preserve"> András</w:t>
      </w:r>
    </w:p>
    <w:p w14:paraId="1FD74065" w14:textId="6FCDF02A" w:rsidR="001A5D26" w:rsidRPr="00137508" w:rsidRDefault="008238CD" w:rsidP="008238CD">
      <w:pPr>
        <w:tabs>
          <w:tab w:val="center" w:pos="7371"/>
        </w:tabs>
        <w:jc w:val="center"/>
      </w:pPr>
      <w:r>
        <w:t xml:space="preserve">                                                                                                                           </w:t>
      </w:r>
      <w:r w:rsidR="00650E17" w:rsidRPr="00137508">
        <w:t>polgármester</w:t>
      </w:r>
    </w:p>
    <w:p w14:paraId="1FCE248F" w14:textId="77777777" w:rsidR="00137508" w:rsidRDefault="00137508" w:rsidP="00133951">
      <w:pPr>
        <w:jc w:val="center"/>
        <w:rPr>
          <w:b/>
          <w:bCs/>
        </w:rPr>
      </w:pPr>
    </w:p>
    <w:p w14:paraId="425D33F7" w14:textId="77777777" w:rsidR="00E04875" w:rsidRDefault="00E04875" w:rsidP="00133951">
      <w:pPr>
        <w:jc w:val="center"/>
        <w:rPr>
          <w:b/>
          <w:bCs/>
        </w:rPr>
        <w:sectPr w:rsidR="00E04875" w:rsidSect="00C81EFA">
          <w:footerReference w:type="default" r:id="rId9"/>
          <w:pgSz w:w="11906" w:h="16838"/>
          <w:pgMar w:top="1134" w:right="1418" w:bottom="1418" w:left="1418" w:header="709" w:footer="709" w:gutter="0"/>
          <w:cols w:space="708"/>
          <w:docGrid w:linePitch="360"/>
        </w:sectPr>
      </w:pPr>
    </w:p>
    <w:p w14:paraId="0C9F5ACB" w14:textId="77777777" w:rsidR="0029455F" w:rsidRPr="00137508" w:rsidRDefault="0029455F" w:rsidP="0029455F">
      <w:pPr>
        <w:jc w:val="center"/>
        <w:rPr>
          <w:b/>
          <w:bCs/>
        </w:rPr>
      </w:pPr>
      <w:r w:rsidRPr="00137508">
        <w:rPr>
          <w:b/>
          <w:bCs/>
        </w:rPr>
        <w:lastRenderedPageBreak/>
        <w:t>Határozati javaslat</w:t>
      </w:r>
    </w:p>
    <w:p w14:paraId="586AE7A0" w14:textId="77777777" w:rsidR="0029455F" w:rsidRPr="00137508" w:rsidRDefault="0029455F" w:rsidP="00137508">
      <w:pPr>
        <w:rPr>
          <w:b/>
          <w:bCs/>
          <w:color w:val="000000"/>
        </w:rPr>
      </w:pPr>
    </w:p>
    <w:p w14:paraId="1844C2B7" w14:textId="77777777" w:rsidR="0029455F" w:rsidRPr="00137508" w:rsidRDefault="0029455F" w:rsidP="0029455F">
      <w:pPr>
        <w:jc w:val="both"/>
        <w:rPr>
          <w:b/>
          <w:color w:val="000000"/>
        </w:rPr>
      </w:pPr>
      <w:r w:rsidRPr="00137508">
        <w:rPr>
          <w:b/>
          <w:color w:val="000000"/>
        </w:rPr>
        <w:t>Cegléd Város Önkormányzatának Képviselő-testülete</w:t>
      </w:r>
    </w:p>
    <w:p w14:paraId="20EE94F0" w14:textId="77777777" w:rsidR="0029455F" w:rsidRPr="00137508" w:rsidRDefault="0029455F" w:rsidP="0029455F">
      <w:pPr>
        <w:jc w:val="both"/>
        <w:rPr>
          <w:color w:val="000000"/>
        </w:rPr>
      </w:pPr>
    </w:p>
    <w:p w14:paraId="7BD48656" w14:textId="3E41844D" w:rsidR="007C3679" w:rsidRDefault="00AC228B" w:rsidP="001D2925">
      <w:pPr>
        <w:numPr>
          <w:ilvl w:val="0"/>
          <w:numId w:val="34"/>
        </w:numPr>
        <w:ind w:left="426"/>
        <w:jc w:val="both"/>
        <w:rPr>
          <w:color w:val="000000"/>
        </w:rPr>
      </w:pPr>
      <w:r>
        <w:rPr>
          <w:color w:val="000000"/>
        </w:rPr>
        <w:t>Fedezethiány miatt nem tudja támogatni</w:t>
      </w:r>
      <w:r w:rsidR="00406798">
        <w:rPr>
          <w:color w:val="000000"/>
        </w:rPr>
        <w:t xml:space="preserve"> </w:t>
      </w:r>
      <w:r w:rsidR="007C3679">
        <w:rPr>
          <w:color w:val="000000"/>
        </w:rPr>
        <w:t xml:space="preserve">a </w:t>
      </w:r>
      <w:r w:rsidR="00A1577E">
        <w:rPr>
          <w:color w:val="000000"/>
        </w:rPr>
        <w:t>Szent Kereszt Katolikus Karitász</w:t>
      </w:r>
      <w:r w:rsidR="00406798">
        <w:rPr>
          <w:color w:val="000000"/>
        </w:rPr>
        <w:t xml:space="preserve"> kérelmét és nem nyújt támogatást </w:t>
      </w:r>
      <w:r w:rsidR="00A1577E">
        <w:rPr>
          <w:color w:val="000000"/>
        </w:rPr>
        <w:t>élelmiszer csomagok beszerzéséhez</w:t>
      </w:r>
      <w:r w:rsidR="00406798">
        <w:rPr>
          <w:color w:val="000000"/>
        </w:rPr>
        <w:t>.</w:t>
      </w:r>
    </w:p>
    <w:p w14:paraId="23329891" w14:textId="77777777" w:rsidR="0029455F" w:rsidRPr="00137508" w:rsidRDefault="0029455F" w:rsidP="001D2925">
      <w:pPr>
        <w:numPr>
          <w:ilvl w:val="0"/>
          <w:numId w:val="34"/>
        </w:numPr>
        <w:ind w:left="426"/>
        <w:jc w:val="both"/>
        <w:rPr>
          <w:color w:val="000000"/>
        </w:rPr>
      </w:pPr>
      <w:r w:rsidRPr="00137508">
        <w:rPr>
          <w:color w:val="000000"/>
        </w:rPr>
        <w:t>Utasítja a Ceglédi Közös Önkormányzati Hivatalt a szük</w:t>
      </w:r>
      <w:r w:rsidR="00E04875">
        <w:rPr>
          <w:color w:val="000000"/>
        </w:rPr>
        <w:t>séges intézkedések megtételére.</w:t>
      </w:r>
    </w:p>
    <w:p w14:paraId="6713A7F3" w14:textId="77777777" w:rsidR="0029455F" w:rsidRPr="00137508" w:rsidRDefault="0029455F" w:rsidP="00137508"/>
    <w:p w14:paraId="781EF4BC" w14:textId="77777777" w:rsidR="0029455F" w:rsidRPr="00137508" w:rsidRDefault="0029455F" w:rsidP="00247F3D">
      <w:pPr>
        <w:tabs>
          <w:tab w:val="left" w:pos="5245"/>
        </w:tabs>
        <w:jc w:val="both"/>
      </w:pPr>
      <w:r w:rsidRPr="00137508">
        <w:rPr>
          <w:b/>
          <w:bCs/>
          <w:u w:val="single"/>
        </w:rPr>
        <w:t>Határidő</w:t>
      </w:r>
      <w:r w:rsidRPr="00137508">
        <w:rPr>
          <w:b/>
          <w:bCs/>
        </w:rPr>
        <w:t xml:space="preserve">: </w:t>
      </w:r>
      <w:r w:rsidRPr="00137508">
        <w:t>azonnal</w:t>
      </w:r>
      <w:r w:rsidR="00247F3D">
        <w:tab/>
      </w:r>
      <w:r w:rsidRPr="00137508">
        <w:rPr>
          <w:u w:val="single"/>
        </w:rPr>
        <w:t>Felelős</w:t>
      </w:r>
      <w:r w:rsidRPr="00137508">
        <w:t>: Dr. Csáky András polgármester</w:t>
      </w:r>
    </w:p>
    <w:p w14:paraId="569FB9DF" w14:textId="77777777" w:rsidR="00247F3D" w:rsidRDefault="00247F3D" w:rsidP="0029455F">
      <w:pPr>
        <w:pStyle w:val="llb"/>
        <w:tabs>
          <w:tab w:val="clear" w:pos="4536"/>
          <w:tab w:val="clear" w:pos="9072"/>
          <w:tab w:val="center" w:pos="1701"/>
          <w:tab w:val="center" w:pos="7230"/>
        </w:tabs>
        <w:jc w:val="both"/>
        <w:rPr>
          <w:u w:val="single"/>
        </w:rPr>
      </w:pPr>
    </w:p>
    <w:p w14:paraId="48AA774E" w14:textId="77777777" w:rsidR="00247F3D" w:rsidRDefault="00247F3D" w:rsidP="0029455F">
      <w:pPr>
        <w:pStyle w:val="llb"/>
        <w:tabs>
          <w:tab w:val="clear" w:pos="4536"/>
          <w:tab w:val="clear" w:pos="9072"/>
          <w:tab w:val="center" w:pos="1701"/>
          <w:tab w:val="center" w:pos="7230"/>
        </w:tabs>
        <w:jc w:val="both"/>
        <w:rPr>
          <w:u w:val="single"/>
        </w:rPr>
      </w:pPr>
    </w:p>
    <w:p w14:paraId="4EAFB643" w14:textId="77777777" w:rsidR="0029455F" w:rsidRPr="00137508" w:rsidRDefault="0029455F" w:rsidP="0029455F">
      <w:pPr>
        <w:pStyle w:val="llb"/>
        <w:tabs>
          <w:tab w:val="clear" w:pos="4536"/>
          <w:tab w:val="clear" w:pos="9072"/>
          <w:tab w:val="center" w:pos="1701"/>
          <w:tab w:val="center" w:pos="7230"/>
        </w:tabs>
        <w:jc w:val="both"/>
      </w:pPr>
      <w:r w:rsidRPr="00137508">
        <w:rPr>
          <w:u w:val="single"/>
        </w:rPr>
        <w:t>Határozatot kapja</w:t>
      </w:r>
      <w:r w:rsidRPr="00137508">
        <w:t>:</w:t>
      </w:r>
    </w:p>
    <w:p w14:paraId="45F01AC1" w14:textId="77777777" w:rsidR="0029455F" w:rsidRPr="00137508" w:rsidRDefault="001D2925" w:rsidP="0029455F">
      <w:pPr>
        <w:pStyle w:val="llb"/>
        <w:tabs>
          <w:tab w:val="clear" w:pos="4536"/>
          <w:tab w:val="clear" w:pos="9072"/>
          <w:tab w:val="center" w:pos="1701"/>
          <w:tab w:val="center" w:pos="7230"/>
        </w:tabs>
        <w:jc w:val="both"/>
      </w:pPr>
      <w:r w:rsidRPr="00137508">
        <w:t>1</w:t>
      </w:r>
      <w:r w:rsidR="0029455F" w:rsidRPr="00137508">
        <w:t>. Ceglédi Közös Önkormányzati Hivatal Pénzügyi iroda</w:t>
      </w:r>
      <w:r w:rsidR="00F33696">
        <w:t xml:space="preserve"> és általa</w:t>
      </w:r>
    </w:p>
    <w:p w14:paraId="273F45F7" w14:textId="77777777" w:rsidR="0029455F" w:rsidRPr="00137508" w:rsidRDefault="0029455F" w:rsidP="0029455F">
      <w:pPr>
        <w:jc w:val="both"/>
      </w:pPr>
      <w:r w:rsidRPr="00137508">
        <w:t xml:space="preserve">3. </w:t>
      </w:r>
      <w:r w:rsidR="00F33696">
        <w:t>Kérelmező</w:t>
      </w:r>
    </w:p>
    <w:p w14:paraId="416BE521" w14:textId="77777777" w:rsidR="0029455F" w:rsidRPr="00137508" w:rsidRDefault="00F33696" w:rsidP="0029455F">
      <w:pPr>
        <w:jc w:val="both"/>
      </w:pPr>
      <w:r>
        <w:t>4. irattár</w:t>
      </w:r>
    </w:p>
    <w:p w14:paraId="6341F901" w14:textId="77777777" w:rsidR="0029455F" w:rsidRPr="00137508" w:rsidRDefault="0029455F" w:rsidP="0029455F">
      <w:pPr>
        <w:jc w:val="both"/>
      </w:pPr>
    </w:p>
    <w:p w14:paraId="74FA8948" w14:textId="77777777" w:rsidR="00A83A08" w:rsidRDefault="00A83A08" w:rsidP="0029455F">
      <w:pPr>
        <w:jc w:val="both"/>
      </w:pPr>
    </w:p>
    <w:p w14:paraId="4A717AE7" w14:textId="77777777" w:rsidR="00A83A08" w:rsidRDefault="00A83A08" w:rsidP="0029455F">
      <w:pPr>
        <w:jc w:val="both"/>
      </w:pPr>
    </w:p>
    <w:p w14:paraId="7E84D18C" w14:textId="77777777" w:rsidR="00A83A08" w:rsidRPr="00137508" w:rsidRDefault="00A83A08" w:rsidP="00A83A08">
      <w:pPr>
        <w:jc w:val="both"/>
      </w:pPr>
    </w:p>
    <w:p w14:paraId="4867DBB3" w14:textId="77777777" w:rsidR="00A83A08" w:rsidRPr="00137508" w:rsidRDefault="00A83A08" w:rsidP="00A83A08">
      <w:pPr>
        <w:jc w:val="both"/>
      </w:pPr>
    </w:p>
    <w:p w14:paraId="536434F9" w14:textId="77777777" w:rsidR="00A83A08" w:rsidRPr="00137508" w:rsidRDefault="00A83A08" w:rsidP="00A83A08">
      <w:pPr>
        <w:jc w:val="both"/>
      </w:pPr>
      <w:r w:rsidRPr="00137508">
        <w:t>Az előterjesztést láttam:</w:t>
      </w:r>
    </w:p>
    <w:p w14:paraId="46511138" w14:textId="77777777" w:rsidR="00A83A08" w:rsidRPr="00137508" w:rsidRDefault="00A83A08" w:rsidP="00A83A08">
      <w:pPr>
        <w:ind w:left="2124" w:firstLine="708"/>
        <w:jc w:val="both"/>
      </w:pPr>
      <w:r w:rsidRPr="00137508">
        <w:t>Dr. Diósgyőri Gitta</w:t>
      </w:r>
    </w:p>
    <w:p w14:paraId="2F0E663D" w14:textId="77777777" w:rsidR="00A83A08" w:rsidRPr="00137508" w:rsidRDefault="006727BF" w:rsidP="006727BF">
      <w:pPr>
        <w:tabs>
          <w:tab w:val="left" w:pos="2835"/>
        </w:tabs>
        <w:jc w:val="both"/>
      </w:pPr>
      <w:r>
        <w:tab/>
      </w:r>
      <w:r w:rsidR="00A83A08" w:rsidRPr="00137508">
        <w:t>címzetes főjegyző</w:t>
      </w:r>
    </w:p>
    <w:sectPr w:rsidR="00A83A08" w:rsidRPr="00137508" w:rsidSect="00C81EFA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B8CD7" w14:textId="77777777" w:rsidR="007B1923" w:rsidRDefault="007B1923" w:rsidP="002E22B5">
      <w:r>
        <w:separator/>
      </w:r>
    </w:p>
  </w:endnote>
  <w:endnote w:type="continuationSeparator" w:id="0">
    <w:p w14:paraId="3EE8CD38" w14:textId="77777777" w:rsidR="007B1923" w:rsidRDefault="007B1923" w:rsidP="002E2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067F3" w14:textId="77777777" w:rsidR="00120DAA" w:rsidRDefault="00120DAA" w:rsidP="002D5B7C">
    <w:pPr>
      <w:pStyle w:val="llb"/>
      <w:jc w:val="right"/>
    </w:pPr>
    <w:r w:rsidRPr="008D6E0D">
      <w:rPr>
        <w:sz w:val="22"/>
        <w:szCs w:val="22"/>
      </w:rPr>
      <w:fldChar w:fldCharType="begin"/>
    </w:r>
    <w:r w:rsidRPr="008D6E0D">
      <w:rPr>
        <w:sz w:val="22"/>
        <w:szCs w:val="22"/>
      </w:rPr>
      <w:instrText xml:space="preserve"> PAGE   \* MERGEFORMAT </w:instrText>
    </w:r>
    <w:r w:rsidRPr="008D6E0D">
      <w:rPr>
        <w:sz w:val="22"/>
        <w:szCs w:val="22"/>
      </w:rPr>
      <w:fldChar w:fldCharType="separate"/>
    </w:r>
    <w:r w:rsidR="00406798">
      <w:rPr>
        <w:noProof/>
        <w:sz w:val="22"/>
        <w:szCs w:val="22"/>
      </w:rPr>
      <w:t>1</w:t>
    </w:r>
    <w:r w:rsidRPr="008D6E0D">
      <w:rPr>
        <w:noProof/>
        <w:sz w:val="22"/>
        <w:szCs w:val="22"/>
      </w:rPr>
      <w:fldChar w:fldCharType="end"/>
    </w:r>
    <w:r w:rsidRPr="008D6E0D">
      <w:rPr>
        <w:noProof/>
        <w:sz w:val="22"/>
        <w:szCs w:val="22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8A7A4" w14:textId="77777777" w:rsidR="007B1923" w:rsidRDefault="007B1923" w:rsidP="002E22B5">
      <w:r>
        <w:separator/>
      </w:r>
    </w:p>
  </w:footnote>
  <w:footnote w:type="continuationSeparator" w:id="0">
    <w:p w14:paraId="1627E77F" w14:textId="77777777" w:rsidR="007B1923" w:rsidRDefault="007B1923" w:rsidP="002E2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42572"/>
    <w:multiLevelType w:val="hybridMultilevel"/>
    <w:tmpl w:val="9DFC502C"/>
    <w:lvl w:ilvl="0" w:tplc="53B6C2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C97EF6"/>
    <w:multiLevelType w:val="hybridMultilevel"/>
    <w:tmpl w:val="4FF28218"/>
    <w:lvl w:ilvl="0" w:tplc="4AAC160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17334E"/>
    <w:multiLevelType w:val="hybridMultilevel"/>
    <w:tmpl w:val="F3FA669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BB53D1"/>
    <w:multiLevelType w:val="hybridMultilevel"/>
    <w:tmpl w:val="DA6ACB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30F5C"/>
    <w:multiLevelType w:val="hybridMultilevel"/>
    <w:tmpl w:val="DA161C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A3557"/>
    <w:multiLevelType w:val="hybridMultilevel"/>
    <w:tmpl w:val="FCD079A6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B14462"/>
    <w:multiLevelType w:val="hybridMultilevel"/>
    <w:tmpl w:val="65807502"/>
    <w:lvl w:ilvl="0" w:tplc="B4243F0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870EF"/>
    <w:multiLevelType w:val="multilevel"/>
    <w:tmpl w:val="C5722AB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7A1B6C"/>
    <w:multiLevelType w:val="hybridMultilevel"/>
    <w:tmpl w:val="8EF261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4F69BC"/>
    <w:multiLevelType w:val="hybridMultilevel"/>
    <w:tmpl w:val="DA161C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EA155B"/>
    <w:multiLevelType w:val="multilevel"/>
    <w:tmpl w:val="040E0023"/>
    <w:lvl w:ilvl="0">
      <w:start w:val="1"/>
      <w:numFmt w:val="upperRoman"/>
      <w:pStyle w:val="Cmsor1"/>
      <w:lvlText w:val="%1. cikkely"/>
      <w:lvlJc w:val="left"/>
      <w:pPr>
        <w:tabs>
          <w:tab w:val="num" w:pos="1440"/>
        </w:tabs>
      </w:pPr>
    </w:lvl>
    <w:lvl w:ilvl="1">
      <w:start w:val="1"/>
      <w:numFmt w:val="decimalZero"/>
      <w:pStyle w:val="Cmsor2"/>
      <w:isLgl/>
      <w:lvlText w:val="%1.%2. szakasz "/>
      <w:lvlJc w:val="left"/>
      <w:pPr>
        <w:tabs>
          <w:tab w:val="num" w:pos="1440"/>
        </w:tabs>
      </w:pPr>
    </w:lvl>
    <w:lvl w:ilvl="2">
      <w:start w:val="1"/>
      <w:numFmt w:val="lowerLetter"/>
      <w:pStyle w:val="Cmsor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Cmsor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Cmsor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Cmsor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Cmsor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Cmsor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Cmsor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D750CE4"/>
    <w:multiLevelType w:val="hybridMultilevel"/>
    <w:tmpl w:val="4AD099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8048B"/>
    <w:multiLevelType w:val="hybridMultilevel"/>
    <w:tmpl w:val="CB10E12A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8E5A63"/>
    <w:multiLevelType w:val="hybridMultilevel"/>
    <w:tmpl w:val="BEE6F4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947C94"/>
    <w:multiLevelType w:val="multilevel"/>
    <w:tmpl w:val="6BBC76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8DC7D0D"/>
    <w:multiLevelType w:val="hybridMultilevel"/>
    <w:tmpl w:val="6B2CE39C"/>
    <w:lvl w:ilvl="0" w:tplc="C91841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4F59FF"/>
    <w:multiLevelType w:val="hybridMultilevel"/>
    <w:tmpl w:val="EA1CEE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4D4A45"/>
    <w:multiLevelType w:val="hybridMultilevel"/>
    <w:tmpl w:val="EDAC7A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EC041A"/>
    <w:multiLevelType w:val="hybridMultilevel"/>
    <w:tmpl w:val="336AD40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995C7D"/>
    <w:multiLevelType w:val="hybridMultilevel"/>
    <w:tmpl w:val="16F2BD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DF689C"/>
    <w:multiLevelType w:val="multilevel"/>
    <w:tmpl w:val="6BBC76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98B1D76"/>
    <w:multiLevelType w:val="hybridMultilevel"/>
    <w:tmpl w:val="4DBC8B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903581"/>
    <w:multiLevelType w:val="hybridMultilevel"/>
    <w:tmpl w:val="2CA295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932C4"/>
    <w:multiLevelType w:val="hybridMultilevel"/>
    <w:tmpl w:val="9BD4870E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F0839D7"/>
    <w:multiLevelType w:val="hybridMultilevel"/>
    <w:tmpl w:val="7166BAF4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3650B6B"/>
    <w:multiLevelType w:val="hybridMultilevel"/>
    <w:tmpl w:val="DB448064"/>
    <w:lvl w:ilvl="0" w:tplc="2F145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3800D2B"/>
    <w:multiLevelType w:val="hybridMultilevel"/>
    <w:tmpl w:val="BB72B840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74A009E"/>
    <w:multiLevelType w:val="hybridMultilevel"/>
    <w:tmpl w:val="F3D84CB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C112CB"/>
    <w:multiLevelType w:val="hybridMultilevel"/>
    <w:tmpl w:val="94E24DBE"/>
    <w:lvl w:ilvl="0" w:tplc="2AFC94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36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9372C5"/>
    <w:multiLevelType w:val="hybridMultilevel"/>
    <w:tmpl w:val="7BACD23E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8918D9"/>
    <w:multiLevelType w:val="multilevel"/>
    <w:tmpl w:val="C5722AB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1B86DBC"/>
    <w:multiLevelType w:val="hybridMultilevel"/>
    <w:tmpl w:val="A4C21A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E87684"/>
    <w:multiLevelType w:val="hybridMultilevel"/>
    <w:tmpl w:val="9BD4870E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B7E5AE8"/>
    <w:multiLevelType w:val="hybridMultilevel"/>
    <w:tmpl w:val="832489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F70E51"/>
    <w:multiLevelType w:val="multilevel"/>
    <w:tmpl w:val="6BBC76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60876764">
    <w:abstractNumId w:val="11"/>
  </w:num>
  <w:num w:numId="2" w16cid:durableId="1077937801">
    <w:abstractNumId w:val="6"/>
  </w:num>
  <w:num w:numId="3" w16cid:durableId="343634330">
    <w:abstractNumId w:val="13"/>
  </w:num>
  <w:num w:numId="4" w16cid:durableId="1406799896">
    <w:abstractNumId w:val="24"/>
  </w:num>
  <w:num w:numId="5" w16cid:durableId="2021929148">
    <w:abstractNumId w:val="23"/>
  </w:num>
  <w:num w:numId="6" w16cid:durableId="1672829199">
    <w:abstractNumId w:val="26"/>
  </w:num>
  <w:num w:numId="7" w16cid:durableId="43915163">
    <w:abstractNumId w:val="5"/>
  </w:num>
  <w:num w:numId="8" w16cid:durableId="522592332">
    <w:abstractNumId w:val="2"/>
  </w:num>
  <w:num w:numId="9" w16cid:durableId="376007069">
    <w:abstractNumId w:val="8"/>
  </w:num>
  <w:num w:numId="10" w16cid:durableId="1589189718">
    <w:abstractNumId w:val="25"/>
  </w:num>
  <w:num w:numId="11" w16cid:durableId="1739866410">
    <w:abstractNumId w:val="32"/>
  </w:num>
  <w:num w:numId="12" w16cid:durableId="1102262744">
    <w:abstractNumId w:val="17"/>
  </w:num>
  <w:num w:numId="13" w16cid:durableId="313603037">
    <w:abstractNumId w:val="4"/>
  </w:num>
  <w:num w:numId="14" w16cid:durableId="260525743">
    <w:abstractNumId w:val="9"/>
  </w:num>
  <w:num w:numId="15" w16cid:durableId="548568083">
    <w:abstractNumId w:val="10"/>
  </w:num>
  <w:num w:numId="16" w16cid:durableId="1453210443">
    <w:abstractNumId w:val="21"/>
  </w:num>
  <w:num w:numId="17" w16cid:durableId="1953825339">
    <w:abstractNumId w:val="28"/>
  </w:num>
  <w:num w:numId="18" w16cid:durableId="260454084">
    <w:abstractNumId w:val="0"/>
  </w:num>
  <w:num w:numId="19" w16cid:durableId="1272467895">
    <w:abstractNumId w:val="15"/>
  </w:num>
  <w:num w:numId="20" w16cid:durableId="1003431935">
    <w:abstractNumId w:val="16"/>
  </w:num>
  <w:num w:numId="21" w16cid:durableId="416219208">
    <w:abstractNumId w:val="22"/>
  </w:num>
  <w:num w:numId="22" w16cid:durableId="1786845929">
    <w:abstractNumId w:val="12"/>
  </w:num>
  <w:num w:numId="23" w16cid:durableId="461702056">
    <w:abstractNumId w:val="31"/>
  </w:num>
  <w:num w:numId="24" w16cid:durableId="391081344">
    <w:abstractNumId w:val="1"/>
  </w:num>
  <w:num w:numId="25" w16cid:durableId="1006787004">
    <w:abstractNumId w:val="33"/>
  </w:num>
  <w:num w:numId="26" w16cid:durableId="1165196479">
    <w:abstractNumId w:val="7"/>
  </w:num>
  <w:num w:numId="27" w16cid:durableId="970746420">
    <w:abstractNumId w:val="30"/>
  </w:num>
  <w:num w:numId="28" w16cid:durableId="1222323764">
    <w:abstractNumId w:val="18"/>
  </w:num>
  <w:num w:numId="29" w16cid:durableId="1489134563">
    <w:abstractNumId w:val="29"/>
  </w:num>
  <w:num w:numId="30" w16cid:durableId="1315142407">
    <w:abstractNumId w:val="14"/>
  </w:num>
  <w:num w:numId="31" w16cid:durableId="387463751">
    <w:abstractNumId w:val="3"/>
  </w:num>
  <w:num w:numId="32" w16cid:durableId="401287">
    <w:abstractNumId w:val="19"/>
  </w:num>
  <w:num w:numId="33" w16cid:durableId="1779906394">
    <w:abstractNumId w:val="27"/>
  </w:num>
  <w:num w:numId="34" w16cid:durableId="600723188">
    <w:abstractNumId w:val="34"/>
  </w:num>
  <w:num w:numId="35" w16cid:durableId="5905657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 w:grammar="clean"/>
  <w:attachedTemplate r:id="rId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FBE"/>
    <w:rsid w:val="00000064"/>
    <w:rsid w:val="00000793"/>
    <w:rsid w:val="0000375A"/>
    <w:rsid w:val="00003D90"/>
    <w:rsid w:val="000041B9"/>
    <w:rsid w:val="000129A2"/>
    <w:rsid w:val="00016B67"/>
    <w:rsid w:val="0002107A"/>
    <w:rsid w:val="00025482"/>
    <w:rsid w:val="00027B1F"/>
    <w:rsid w:val="0003650E"/>
    <w:rsid w:val="00041826"/>
    <w:rsid w:val="00042C45"/>
    <w:rsid w:val="00043A6A"/>
    <w:rsid w:val="00050003"/>
    <w:rsid w:val="000505B6"/>
    <w:rsid w:val="000506E3"/>
    <w:rsid w:val="00050FAE"/>
    <w:rsid w:val="00056535"/>
    <w:rsid w:val="00062E9B"/>
    <w:rsid w:val="000632AF"/>
    <w:rsid w:val="000753E7"/>
    <w:rsid w:val="00076CF6"/>
    <w:rsid w:val="00082550"/>
    <w:rsid w:val="00082C6E"/>
    <w:rsid w:val="000838AE"/>
    <w:rsid w:val="00091614"/>
    <w:rsid w:val="0009256D"/>
    <w:rsid w:val="000929FA"/>
    <w:rsid w:val="00094AC0"/>
    <w:rsid w:val="00097BE5"/>
    <w:rsid w:val="000A18BB"/>
    <w:rsid w:val="000A2B9A"/>
    <w:rsid w:val="000A38DB"/>
    <w:rsid w:val="000A625F"/>
    <w:rsid w:val="000B640E"/>
    <w:rsid w:val="000C020B"/>
    <w:rsid w:val="000C0E88"/>
    <w:rsid w:val="000C25FF"/>
    <w:rsid w:val="000C6972"/>
    <w:rsid w:val="000D6496"/>
    <w:rsid w:val="000D6C0E"/>
    <w:rsid w:val="000E0877"/>
    <w:rsid w:val="000E2D3B"/>
    <w:rsid w:val="000E3753"/>
    <w:rsid w:val="000E6057"/>
    <w:rsid w:val="000F6B85"/>
    <w:rsid w:val="000F7F7F"/>
    <w:rsid w:val="001018CC"/>
    <w:rsid w:val="00107172"/>
    <w:rsid w:val="00111112"/>
    <w:rsid w:val="00111431"/>
    <w:rsid w:val="00114F1B"/>
    <w:rsid w:val="00120DAA"/>
    <w:rsid w:val="00120EB0"/>
    <w:rsid w:val="00120F05"/>
    <w:rsid w:val="0012335C"/>
    <w:rsid w:val="001240F6"/>
    <w:rsid w:val="001274AD"/>
    <w:rsid w:val="00127A1A"/>
    <w:rsid w:val="00127BF9"/>
    <w:rsid w:val="001306AD"/>
    <w:rsid w:val="00133951"/>
    <w:rsid w:val="00137508"/>
    <w:rsid w:val="001405FE"/>
    <w:rsid w:val="00142E1F"/>
    <w:rsid w:val="00143003"/>
    <w:rsid w:val="00144427"/>
    <w:rsid w:val="0014494E"/>
    <w:rsid w:val="00144EEC"/>
    <w:rsid w:val="00146553"/>
    <w:rsid w:val="001530D3"/>
    <w:rsid w:val="00155328"/>
    <w:rsid w:val="0015619F"/>
    <w:rsid w:val="00157436"/>
    <w:rsid w:val="001626EA"/>
    <w:rsid w:val="00167BA1"/>
    <w:rsid w:val="00173BC2"/>
    <w:rsid w:val="00176C0B"/>
    <w:rsid w:val="00181D3B"/>
    <w:rsid w:val="001832A2"/>
    <w:rsid w:val="001837CB"/>
    <w:rsid w:val="0018631E"/>
    <w:rsid w:val="00187723"/>
    <w:rsid w:val="001923B8"/>
    <w:rsid w:val="0019415D"/>
    <w:rsid w:val="001A4D04"/>
    <w:rsid w:val="001A51D7"/>
    <w:rsid w:val="001A5D26"/>
    <w:rsid w:val="001A75FA"/>
    <w:rsid w:val="001B3595"/>
    <w:rsid w:val="001B489B"/>
    <w:rsid w:val="001B7448"/>
    <w:rsid w:val="001C06DA"/>
    <w:rsid w:val="001C37E8"/>
    <w:rsid w:val="001C55B1"/>
    <w:rsid w:val="001C55D4"/>
    <w:rsid w:val="001C62AE"/>
    <w:rsid w:val="001D2925"/>
    <w:rsid w:val="001D590B"/>
    <w:rsid w:val="001D6564"/>
    <w:rsid w:val="001D78F0"/>
    <w:rsid w:val="001E1B05"/>
    <w:rsid w:val="001E239B"/>
    <w:rsid w:val="001E74D3"/>
    <w:rsid w:val="001E7997"/>
    <w:rsid w:val="001F0A17"/>
    <w:rsid w:val="001F2F7B"/>
    <w:rsid w:val="001F3824"/>
    <w:rsid w:val="001F567B"/>
    <w:rsid w:val="00203CFE"/>
    <w:rsid w:val="00212DEA"/>
    <w:rsid w:val="00213959"/>
    <w:rsid w:val="0021662E"/>
    <w:rsid w:val="0022276B"/>
    <w:rsid w:val="00222C4F"/>
    <w:rsid w:val="00223D66"/>
    <w:rsid w:val="00233B6B"/>
    <w:rsid w:val="00240CF3"/>
    <w:rsid w:val="00243328"/>
    <w:rsid w:val="002440F7"/>
    <w:rsid w:val="00247F3D"/>
    <w:rsid w:val="002505C1"/>
    <w:rsid w:val="00253B4B"/>
    <w:rsid w:val="00254F67"/>
    <w:rsid w:val="00257AF7"/>
    <w:rsid w:val="00262A25"/>
    <w:rsid w:val="002631BB"/>
    <w:rsid w:val="002632DB"/>
    <w:rsid w:val="00266A8B"/>
    <w:rsid w:val="0026766E"/>
    <w:rsid w:val="00274D48"/>
    <w:rsid w:val="0027584F"/>
    <w:rsid w:val="00276EE7"/>
    <w:rsid w:val="00285908"/>
    <w:rsid w:val="002925B1"/>
    <w:rsid w:val="0029327E"/>
    <w:rsid w:val="0029455F"/>
    <w:rsid w:val="002A02A2"/>
    <w:rsid w:val="002A0EDF"/>
    <w:rsid w:val="002A79A9"/>
    <w:rsid w:val="002B0AED"/>
    <w:rsid w:val="002B49FC"/>
    <w:rsid w:val="002B726E"/>
    <w:rsid w:val="002C0F28"/>
    <w:rsid w:val="002C1C35"/>
    <w:rsid w:val="002C22D0"/>
    <w:rsid w:val="002C77F7"/>
    <w:rsid w:val="002D0149"/>
    <w:rsid w:val="002D0E7A"/>
    <w:rsid w:val="002D421A"/>
    <w:rsid w:val="002D5B7C"/>
    <w:rsid w:val="002E0668"/>
    <w:rsid w:val="002E17C7"/>
    <w:rsid w:val="002E22B5"/>
    <w:rsid w:val="002E609F"/>
    <w:rsid w:val="002E72D0"/>
    <w:rsid w:val="002E76B9"/>
    <w:rsid w:val="002F01BE"/>
    <w:rsid w:val="002F3AB9"/>
    <w:rsid w:val="002F4C61"/>
    <w:rsid w:val="002F5AE4"/>
    <w:rsid w:val="002F6CC9"/>
    <w:rsid w:val="002F7E2C"/>
    <w:rsid w:val="002F7F13"/>
    <w:rsid w:val="00300CEC"/>
    <w:rsid w:val="003017B8"/>
    <w:rsid w:val="00302FB2"/>
    <w:rsid w:val="003030FE"/>
    <w:rsid w:val="00303D7E"/>
    <w:rsid w:val="0030493D"/>
    <w:rsid w:val="00304A8C"/>
    <w:rsid w:val="00305C7E"/>
    <w:rsid w:val="00311B08"/>
    <w:rsid w:val="00313F5F"/>
    <w:rsid w:val="003155F4"/>
    <w:rsid w:val="00321462"/>
    <w:rsid w:val="0032365D"/>
    <w:rsid w:val="00324CE6"/>
    <w:rsid w:val="003260FA"/>
    <w:rsid w:val="00327AC6"/>
    <w:rsid w:val="003352CB"/>
    <w:rsid w:val="0033787C"/>
    <w:rsid w:val="00345758"/>
    <w:rsid w:val="00346DC0"/>
    <w:rsid w:val="00346E5B"/>
    <w:rsid w:val="00352DEE"/>
    <w:rsid w:val="003549EE"/>
    <w:rsid w:val="003628A3"/>
    <w:rsid w:val="0036395A"/>
    <w:rsid w:val="003646A0"/>
    <w:rsid w:val="00366E8C"/>
    <w:rsid w:val="00370324"/>
    <w:rsid w:val="0037231E"/>
    <w:rsid w:val="00374425"/>
    <w:rsid w:val="003754D3"/>
    <w:rsid w:val="00382E94"/>
    <w:rsid w:val="00384182"/>
    <w:rsid w:val="003855FA"/>
    <w:rsid w:val="003879F1"/>
    <w:rsid w:val="00390264"/>
    <w:rsid w:val="00394B8A"/>
    <w:rsid w:val="00397FBE"/>
    <w:rsid w:val="003A3A18"/>
    <w:rsid w:val="003C6251"/>
    <w:rsid w:val="003D353A"/>
    <w:rsid w:val="003D355B"/>
    <w:rsid w:val="003E3B88"/>
    <w:rsid w:val="003F6957"/>
    <w:rsid w:val="003F74A4"/>
    <w:rsid w:val="00401EC4"/>
    <w:rsid w:val="00402660"/>
    <w:rsid w:val="00406798"/>
    <w:rsid w:val="00407576"/>
    <w:rsid w:val="00411552"/>
    <w:rsid w:val="0041363F"/>
    <w:rsid w:val="004212B5"/>
    <w:rsid w:val="00423DB6"/>
    <w:rsid w:val="004303EC"/>
    <w:rsid w:val="004324B1"/>
    <w:rsid w:val="00434441"/>
    <w:rsid w:val="00434AED"/>
    <w:rsid w:val="00440AA8"/>
    <w:rsid w:val="00441992"/>
    <w:rsid w:val="0044612F"/>
    <w:rsid w:val="0044645B"/>
    <w:rsid w:val="004475F4"/>
    <w:rsid w:val="00455714"/>
    <w:rsid w:val="004557F4"/>
    <w:rsid w:val="00457CFD"/>
    <w:rsid w:val="004612C5"/>
    <w:rsid w:val="004638A1"/>
    <w:rsid w:val="00464204"/>
    <w:rsid w:val="00465C3D"/>
    <w:rsid w:val="004677E4"/>
    <w:rsid w:val="00471632"/>
    <w:rsid w:val="0047303B"/>
    <w:rsid w:val="00475FFA"/>
    <w:rsid w:val="00476692"/>
    <w:rsid w:val="00477F0E"/>
    <w:rsid w:val="004800C5"/>
    <w:rsid w:val="004872EF"/>
    <w:rsid w:val="00487681"/>
    <w:rsid w:val="00487D49"/>
    <w:rsid w:val="00493AB7"/>
    <w:rsid w:val="004955C2"/>
    <w:rsid w:val="00496BB0"/>
    <w:rsid w:val="004A0B76"/>
    <w:rsid w:val="004A1F28"/>
    <w:rsid w:val="004A7602"/>
    <w:rsid w:val="004A7763"/>
    <w:rsid w:val="004B65A9"/>
    <w:rsid w:val="004B6725"/>
    <w:rsid w:val="004B7E93"/>
    <w:rsid w:val="004C12C1"/>
    <w:rsid w:val="004D3838"/>
    <w:rsid w:val="004D397F"/>
    <w:rsid w:val="004D5F47"/>
    <w:rsid w:val="004E1FAD"/>
    <w:rsid w:val="004F1F99"/>
    <w:rsid w:val="004F2B46"/>
    <w:rsid w:val="004F2F2F"/>
    <w:rsid w:val="004F3C6C"/>
    <w:rsid w:val="004F3E8B"/>
    <w:rsid w:val="004F45CE"/>
    <w:rsid w:val="004F5009"/>
    <w:rsid w:val="004F5CA3"/>
    <w:rsid w:val="004F5DAA"/>
    <w:rsid w:val="004F600F"/>
    <w:rsid w:val="005023BC"/>
    <w:rsid w:val="005054B8"/>
    <w:rsid w:val="00505605"/>
    <w:rsid w:val="00507F94"/>
    <w:rsid w:val="0051173E"/>
    <w:rsid w:val="005253FC"/>
    <w:rsid w:val="005257B6"/>
    <w:rsid w:val="00525F99"/>
    <w:rsid w:val="0053031E"/>
    <w:rsid w:val="0053060D"/>
    <w:rsid w:val="005319B7"/>
    <w:rsid w:val="00531C71"/>
    <w:rsid w:val="00532F2D"/>
    <w:rsid w:val="005331A9"/>
    <w:rsid w:val="00534701"/>
    <w:rsid w:val="00536F90"/>
    <w:rsid w:val="00540E1B"/>
    <w:rsid w:val="00542954"/>
    <w:rsid w:val="00544C8B"/>
    <w:rsid w:val="00546723"/>
    <w:rsid w:val="00546FE8"/>
    <w:rsid w:val="00547A16"/>
    <w:rsid w:val="00550E77"/>
    <w:rsid w:val="00553E2E"/>
    <w:rsid w:val="00561DBB"/>
    <w:rsid w:val="005649FA"/>
    <w:rsid w:val="00564F45"/>
    <w:rsid w:val="005667E4"/>
    <w:rsid w:val="00567546"/>
    <w:rsid w:val="005700BD"/>
    <w:rsid w:val="00574F43"/>
    <w:rsid w:val="00574F6F"/>
    <w:rsid w:val="00575499"/>
    <w:rsid w:val="0057666E"/>
    <w:rsid w:val="00577B1F"/>
    <w:rsid w:val="005821F1"/>
    <w:rsid w:val="005875FE"/>
    <w:rsid w:val="00591E76"/>
    <w:rsid w:val="00592EBC"/>
    <w:rsid w:val="00594C73"/>
    <w:rsid w:val="005964F8"/>
    <w:rsid w:val="005A2A18"/>
    <w:rsid w:val="005A36ED"/>
    <w:rsid w:val="005A70F3"/>
    <w:rsid w:val="005B18C0"/>
    <w:rsid w:val="005B253B"/>
    <w:rsid w:val="005B29FA"/>
    <w:rsid w:val="005B2E3E"/>
    <w:rsid w:val="005B3E70"/>
    <w:rsid w:val="005D08E0"/>
    <w:rsid w:val="005D3CC2"/>
    <w:rsid w:val="005D3D35"/>
    <w:rsid w:val="005E53F3"/>
    <w:rsid w:val="005F184E"/>
    <w:rsid w:val="005F28E7"/>
    <w:rsid w:val="005F4B68"/>
    <w:rsid w:val="0060203F"/>
    <w:rsid w:val="006041C2"/>
    <w:rsid w:val="0060544B"/>
    <w:rsid w:val="00606D1F"/>
    <w:rsid w:val="00610A0A"/>
    <w:rsid w:val="00615BC3"/>
    <w:rsid w:val="00615E80"/>
    <w:rsid w:val="0062194D"/>
    <w:rsid w:val="00624806"/>
    <w:rsid w:val="00630F2A"/>
    <w:rsid w:val="00634E2D"/>
    <w:rsid w:val="006352B4"/>
    <w:rsid w:val="006404C0"/>
    <w:rsid w:val="006427C6"/>
    <w:rsid w:val="0064567B"/>
    <w:rsid w:val="00650E17"/>
    <w:rsid w:val="006536F2"/>
    <w:rsid w:val="00656A05"/>
    <w:rsid w:val="00657A0B"/>
    <w:rsid w:val="006604A1"/>
    <w:rsid w:val="00663788"/>
    <w:rsid w:val="00663BC4"/>
    <w:rsid w:val="00664505"/>
    <w:rsid w:val="00667F4C"/>
    <w:rsid w:val="0067042B"/>
    <w:rsid w:val="006727BF"/>
    <w:rsid w:val="00672819"/>
    <w:rsid w:val="006750D2"/>
    <w:rsid w:val="00675E56"/>
    <w:rsid w:val="00677310"/>
    <w:rsid w:val="006817B7"/>
    <w:rsid w:val="00682DF1"/>
    <w:rsid w:val="00683088"/>
    <w:rsid w:val="00683359"/>
    <w:rsid w:val="00683529"/>
    <w:rsid w:val="00684BAD"/>
    <w:rsid w:val="00686CAF"/>
    <w:rsid w:val="006871FB"/>
    <w:rsid w:val="006872E6"/>
    <w:rsid w:val="00687F12"/>
    <w:rsid w:val="00691852"/>
    <w:rsid w:val="0069335D"/>
    <w:rsid w:val="00695198"/>
    <w:rsid w:val="00695B04"/>
    <w:rsid w:val="00696CDA"/>
    <w:rsid w:val="006A15D2"/>
    <w:rsid w:val="006A2613"/>
    <w:rsid w:val="006A2A3F"/>
    <w:rsid w:val="006A3197"/>
    <w:rsid w:val="006A3B3D"/>
    <w:rsid w:val="006A7D0C"/>
    <w:rsid w:val="006B084B"/>
    <w:rsid w:val="006B0AA9"/>
    <w:rsid w:val="006B4358"/>
    <w:rsid w:val="006C2CB7"/>
    <w:rsid w:val="006C4976"/>
    <w:rsid w:val="006D6657"/>
    <w:rsid w:val="006E20A9"/>
    <w:rsid w:val="006E53D8"/>
    <w:rsid w:val="006E7A37"/>
    <w:rsid w:val="006F2B68"/>
    <w:rsid w:val="006F413F"/>
    <w:rsid w:val="006F4443"/>
    <w:rsid w:val="006F63F0"/>
    <w:rsid w:val="006F6E43"/>
    <w:rsid w:val="00701887"/>
    <w:rsid w:val="00704E3B"/>
    <w:rsid w:val="007054B6"/>
    <w:rsid w:val="007103DE"/>
    <w:rsid w:val="007113DE"/>
    <w:rsid w:val="007175E7"/>
    <w:rsid w:val="00720CA1"/>
    <w:rsid w:val="007213D5"/>
    <w:rsid w:val="0072180B"/>
    <w:rsid w:val="00725110"/>
    <w:rsid w:val="00725950"/>
    <w:rsid w:val="0073142D"/>
    <w:rsid w:val="00734595"/>
    <w:rsid w:val="00740D45"/>
    <w:rsid w:val="00745D14"/>
    <w:rsid w:val="00746B97"/>
    <w:rsid w:val="0074794B"/>
    <w:rsid w:val="007507AF"/>
    <w:rsid w:val="007547E8"/>
    <w:rsid w:val="00755383"/>
    <w:rsid w:val="0075558F"/>
    <w:rsid w:val="00757B86"/>
    <w:rsid w:val="00762FBE"/>
    <w:rsid w:val="0076363C"/>
    <w:rsid w:val="007656C2"/>
    <w:rsid w:val="00765D34"/>
    <w:rsid w:val="00767F67"/>
    <w:rsid w:val="0077220C"/>
    <w:rsid w:val="00772DBB"/>
    <w:rsid w:val="00776525"/>
    <w:rsid w:val="007801F4"/>
    <w:rsid w:val="00782ED7"/>
    <w:rsid w:val="00784714"/>
    <w:rsid w:val="00784D20"/>
    <w:rsid w:val="00786366"/>
    <w:rsid w:val="00787C63"/>
    <w:rsid w:val="00787C83"/>
    <w:rsid w:val="00787FA2"/>
    <w:rsid w:val="00791853"/>
    <w:rsid w:val="0079194D"/>
    <w:rsid w:val="00793463"/>
    <w:rsid w:val="00793B09"/>
    <w:rsid w:val="007944E0"/>
    <w:rsid w:val="00794804"/>
    <w:rsid w:val="00794E5C"/>
    <w:rsid w:val="0079525D"/>
    <w:rsid w:val="00797503"/>
    <w:rsid w:val="00797617"/>
    <w:rsid w:val="007A1C1D"/>
    <w:rsid w:val="007A4434"/>
    <w:rsid w:val="007A446A"/>
    <w:rsid w:val="007A5FA8"/>
    <w:rsid w:val="007A6600"/>
    <w:rsid w:val="007B1923"/>
    <w:rsid w:val="007B31A3"/>
    <w:rsid w:val="007B6618"/>
    <w:rsid w:val="007C00F9"/>
    <w:rsid w:val="007C0D03"/>
    <w:rsid w:val="007C2BE5"/>
    <w:rsid w:val="007C3679"/>
    <w:rsid w:val="007C5A69"/>
    <w:rsid w:val="007D1B5F"/>
    <w:rsid w:val="007D519E"/>
    <w:rsid w:val="007D6FC4"/>
    <w:rsid w:val="007E1988"/>
    <w:rsid w:val="007E5B49"/>
    <w:rsid w:val="007F10FD"/>
    <w:rsid w:val="007F12F0"/>
    <w:rsid w:val="007F4A93"/>
    <w:rsid w:val="007F4F98"/>
    <w:rsid w:val="00803DDC"/>
    <w:rsid w:val="00804567"/>
    <w:rsid w:val="0080600E"/>
    <w:rsid w:val="00807844"/>
    <w:rsid w:val="008078E2"/>
    <w:rsid w:val="00816861"/>
    <w:rsid w:val="00823259"/>
    <w:rsid w:val="008236FB"/>
    <w:rsid w:val="008238CD"/>
    <w:rsid w:val="0082603C"/>
    <w:rsid w:val="008268D5"/>
    <w:rsid w:val="0083292D"/>
    <w:rsid w:val="0083382C"/>
    <w:rsid w:val="008357ED"/>
    <w:rsid w:val="008372E3"/>
    <w:rsid w:val="00841073"/>
    <w:rsid w:val="00842D53"/>
    <w:rsid w:val="008434C8"/>
    <w:rsid w:val="00843E46"/>
    <w:rsid w:val="008457ED"/>
    <w:rsid w:val="008475AE"/>
    <w:rsid w:val="00853C56"/>
    <w:rsid w:val="00854DB1"/>
    <w:rsid w:val="00860358"/>
    <w:rsid w:val="008628A2"/>
    <w:rsid w:val="00862C50"/>
    <w:rsid w:val="008704E0"/>
    <w:rsid w:val="00876019"/>
    <w:rsid w:val="00876C97"/>
    <w:rsid w:val="00884030"/>
    <w:rsid w:val="0089084A"/>
    <w:rsid w:val="00890D25"/>
    <w:rsid w:val="0089142C"/>
    <w:rsid w:val="0089161B"/>
    <w:rsid w:val="00895A3D"/>
    <w:rsid w:val="008A3DC7"/>
    <w:rsid w:val="008B0CDE"/>
    <w:rsid w:val="008B4312"/>
    <w:rsid w:val="008B4496"/>
    <w:rsid w:val="008D051B"/>
    <w:rsid w:val="008D3574"/>
    <w:rsid w:val="008D57A8"/>
    <w:rsid w:val="008D5D7C"/>
    <w:rsid w:val="008D5F6E"/>
    <w:rsid w:val="008D6BFF"/>
    <w:rsid w:val="008D6E0D"/>
    <w:rsid w:val="008D7FA0"/>
    <w:rsid w:val="008E1F5E"/>
    <w:rsid w:val="008E6AD4"/>
    <w:rsid w:val="008E6BC4"/>
    <w:rsid w:val="008E6E44"/>
    <w:rsid w:val="008F02D0"/>
    <w:rsid w:val="008F19B3"/>
    <w:rsid w:val="008F2320"/>
    <w:rsid w:val="008F25CD"/>
    <w:rsid w:val="008F3D41"/>
    <w:rsid w:val="008F59CD"/>
    <w:rsid w:val="008F71B9"/>
    <w:rsid w:val="009028E5"/>
    <w:rsid w:val="0091299C"/>
    <w:rsid w:val="00916AC7"/>
    <w:rsid w:val="00920747"/>
    <w:rsid w:val="00920866"/>
    <w:rsid w:val="00921324"/>
    <w:rsid w:val="0092147E"/>
    <w:rsid w:val="00921A49"/>
    <w:rsid w:val="00921F42"/>
    <w:rsid w:val="009226BD"/>
    <w:rsid w:val="00926040"/>
    <w:rsid w:val="00926E3C"/>
    <w:rsid w:val="00935F0A"/>
    <w:rsid w:val="00936F39"/>
    <w:rsid w:val="009378C1"/>
    <w:rsid w:val="00937CBE"/>
    <w:rsid w:val="009417EF"/>
    <w:rsid w:val="009420C1"/>
    <w:rsid w:val="00942BC8"/>
    <w:rsid w:val="00943106"/>
    <w:rsid w:val="009526FC"/>
    <w:rsid w:val="0095426D"/>
    <w:rsid w:val="009641AD"/>
    <w:rsid w:val="0096552E"/>
    <w:rsid w:val="009700D4"/>
    <w:rsid w:val="0097010D"/>
    <w:rsid w:val="00971902"/>
    <w:rsid w:val="00972508"/>
    <w:rsid w:val="009745E8"/>
    <w:rsid w:val="00975EB3"/>
    <w:rsid w:val="009800BC"/>
    <w:rsid w:val="00980252"/>
    <w:rsid w:val="009813ED"/>
    <w:rsid w:val="009846BE"/>
    <w:rsid w:val="00990947"/>
    <w:rsid w:val="0099309A"/>
    <w:rsid w:val="009975B1"/>
    <w:rsid w:val="00997665"/>
    <w:rsid w:val="009A1D11"/>
    <w:rsid w:val="009A23FD"/>
    <w:rsid w:val="009A2C42"/>
    <w:rsid w:val="009A6125"/>
    <w:rsid w:val="009B5926"/>
    <w:rsid w:val="009B638B"/>
    <w:rsid w:val="009C1709"/>
    <w:rsid w:val="009C44AC"/>
    <w:rsid w:val="009C473E"/>
    <w:rsid w:val="009D26DF"/>
    <w:rsid w:val="009D5309"/>
    <w:rsid w:val="009D6ECF"/>
    <w:rsid w:val="009E20AF"/>
    <w:rsid w:val="009E2BE1"/>
    <w:rsid w:val="009E5679"/>
    <w:rsid w:val="009F035E"/>
    <w:rsid w:val="009F4B5F"/>
    <w:rsid w:val="00A0169C"/>
    <w:rsid w:val="00A10171"/>
    <w:rsid w:val="00A1577E"/>
    <w:rsid w:val="00A17633"/>
    <w:rsid w:val="00A17E34"/>
    <w:rsid w:val="00A212BB"/>
    <w:rsid w:val="00A216FC"/>
    <w:rsid w:val="00A25853"/>
    <w:rsid w:val="00A411A6"/>
    <w:rsid w:val="00A466E3"/>
    <w:rsid w:val="00A4722F"/>
    <w:rsid w:val="00A47536"/>
    <w:rsid w:val="00A51BCD"/>
    <w:rsid w:val="00A53830"/>
    <w:rsid w:val="00A57725"/>
    <w:rsid w:val="00A62970"/>
    <w:rsid w:val="00A63027"/>
    <w:rsid w:val="00A63D52"/>
    <w:rsid w:val="00A63F0A"/>
    <w:rsid w:val="00A64A57"/>
    <w:rsid w:val="00A64C64"/>
    <w:rsid w:val="00A66A20"/>
    <w:rsid w:val="00A74E1C"/>
    <w:rsid w:val="00A76BD9"/>
    <w:rsid w:val="00A81B80"/>
    <w:rsid w:val="00A8223A"/>
    <w:rsid w:val="00A822EC"/>
    <w:rsid w:val="00A83A08"/>
    <w:rsid w:val="00A858E2"/>
    <w:rsid w:val="00A920BA"/>
    <w:rsid w:val="00A96C74"/>
    <w:rsid w:val="00A97460"/>
    <w:rsid w:val="00AA02EE"/>
    <w:rsid w:val="00AA04B4"/>
    <w:rsid w:val="00AA0DD8"/>
    <w:rsid w:val="00AA121F"/>
    <w:rsid w:val="00AA2593"/>
    <w:rsid w:val="00AA3225"/>
    <w:rsid w:val="00AA5244"/>
    <w:rsid w:val="00AB1E0E"/>
    <w:rsid w:val="00AC142F"/>
    <w:rsid w:val="00AC228B"/>
    <w:rsid w:val="00AC6054"/>
    <w:rsid w:val="00AC6EA6"/>
    <w:rsid w:val="00AC7AF5"/>
    <w:rsid w:val="00AD02BB"/>
    <w:rsid w:val="00AD2937"/>
    <w:rsid w:val="00AD56CA"/>
    <w:rsid w:val="00AE058E"/>
    <w:rsid w:val="00AE0751"/>
    <w:rsid w:val="00AE327C"/>
    <w:rsid w:val="00AE7238"/>
    <w:rsid w:val="00AE7A94"/>
    <w:rsid w:val="00AF16DC"/>
    <w:rsid w:val="00AF21C6"/>
    <w:rsid w:val="00AF23D6"/>
    <w:rsid w:val="00AF5A8A"/>
    <w:rsid w:val="00B00487"/>
    <w:rsid w:val="00B00E1D"/>
    <w:rsid w:val="00B0114F"/>
    <w:rsid w:val="00B11540"/>
    <w:rsid w:val="00B11658"/>
    <w:rsid w:val="00B13B3C"/>
    <w:rsid w:val="00B2138B"/>
    <w:rsid w:val="00B22DBB"/>
    <w:rsid w:val="00B23B91"/>
    <w:rsid w:val="00B25F13"/>
    <w:rsid w:val="00B26FE8"/>
    <w:rsid w:val="00B27204"/>
    <w:rsid w:val="00B3004E"/>
    <w:rsid w:val="00B32AC9"/>
    <w:rsid w:val="00B33467"/>
    <w:rsid w:val="00B33D7D"/>
    <w:rsid w:val="00B36490"/>
    <w:rsid w:val="00B4114F"/>
    <w:rsid w:val="00B43EDB"/>
    <w:rsid w:val="00B449E1"/>
    <w:rsid w:val="00B46F1D"/>
    <w:rsid w:val="00B50A39"/>
    <w:rsid w:val="00B53570"/>
    <w:rsid w:val="00B57CE7"/>
    <w:rsid w:val="00B611B2"/>
    <w:rsid w:val="00B612AC"/>
    <w:rsid w:val="00B61A65"/>
    <w:rsid w:val="00B62F07"/>
    <w:rsid w:val="00B655F8"/>
    <w:rsid w:val="00B661CD"/>
    <w:rsid w:val="00B72B2F"/>
    <w:rsid w:val="00B72E2D"/>
    <w:rsid w:val="00B73D49"/>
    <w:rsid w:val="00B74710"/>
    <w:rsid w:val="00B76064"/>
    <w:rsid w:val="00B818AE"/>
    <w:rsid w:val="00B85BBD"/>
    <w:rsid w:val="00B90599"/>
    <w:rsid w:val="00B94B78"/>
    <w:rsid w:val="00B95171"/>
    <w:rsid w:val="00B951AF"/>
    <w:rsid w:val="00B96303"/>
    <w:rsid w:val="00BA10E3"/>
    <w:rsid w:val="00BA5115"/>
    <w:rsid w:val="00BA558A"/>
    <w:rsid w:val="00BA7200"/>
    <w:rsid w:val="00BB39F2"/>
    <w:rsid w:val="00BC0C94"/>
    <w:rsid w:val="00BC2B8C"/>
    <w:rsid w:val="00BC2DA2"/>
    <w:rsid w:val="00BC3B6D"/>
    <w:rsid w:val="00BC4A80"/>
    <w:rsid w:val="00BD049D"/>
    <w:rsid w:val="00BD2399"/>
    <w:rsid w:val="00BD478F"/>
    <w:rsid w:val="00BD62F7"/>
    <w:rsid w:val="00BD766E"/>
    <w:rsid w:val="00BE479F"/>
    <w:rsid w:val="00BE7A70"/>
    <w:rsid w:val="00BF0CDE"/>
    <w:rsid w:val="00BF3502"/>
    <w:rsid w:val="00BF3644"/>
    <w:rsid w:val="00C012BB"/>
    <w:rsid w:val="00C0732D"/>
    <w:rsid w:val="00C10821"/>
    <w:rsid w:val="00C12FD8"/>
    <w:rsid w:val="00C1462A"/>
    <w:rsid w:val="00C16C6C"/>
    <w:rsid w:val="00C213B8"/>
    <w:rsid w:val="00C2544A"/>
    <w:rsid w:val="00C27D4C"/>
    <w:rsid w:val="00C3052E"/>
    <w:rsid w:val="00C32A43"/>
    <w:rsid w:val="00C34A45"/>
    <w:rsid w:val="00C35AD0"/>
    <w:rsid w:val="00C36D99"/>
    <w:rsid w:val="00C428C1"/>
    <w:rsid w:val="00C43AD2"/>
    <w:rsid w:val="00C4499C"/>
    <w:rsid w:val="00C44D10"/>
    <w:rsid w:val="00C50A0F"/>
    <w:rsid w:val="00C51F8B"/>
    <w:rsid w:val="00C57018"/>
    <w:rsid w:val="00C6180E"/>
    <w:rsid w:val="00C63175"/>
    <w:rsid w:val="00C63553"/>
    <w:rsid w:val="00C73135"/>
    <w:rsid w:val="00C755E6"/>
    <w:rsid w:val="00C76EE0"/>
    <w:rsid w:val="00C77B30"/>
    <w:rsid w:val="00C77D9F"/>
    <w:rsid w:val="00C81152"/>
    <w:rsid w:val="00C81EFA"/>
    <w:rsid w:val="00C91229"/>
    <w:rsid w:val="00C9300B"/>
    <w:rsid w:val="00C956AD"/>
    <w:rsid w:val="00C96B5D"/>
    <w:rsid w:val="00CA10B4"/>
    <w:rsid w:val="00CA3D55"/>
    <w:rsid w:val="00CA51FC"/>
    <w:rsid w:val="00CA6A4A"/>
    <w:rsid w:val="00CB0ADE"/>
    <w:rsid w:val="00CB2111"/>
    <w:rsid w:val="00CB3530"/>
    <w:rsid w:val="00CB5787"/>
    <w:rsid w:val="00CB585B"/>
    <w:rsid w:val="00CC688F"/>
    <w:rsid w:val="00CD0C16"/>
    <w:rsid w:val="00CD19F6"/>
    <w:rsid w:val="00CD653A"/>
    <w:rsid w:val="00CD715B"/>
    <w:rsid w:val="00CD7446"/>
    <w:rsid w:val="00CE1494"/>
    <w:rsid w:val="00CE5DDA"/>
    <w:rsid w:val="00CF6B90"/>
    <w:rsid w:val="00D00441"/>
    <w:rsid w:val="00D025B3"/>
    <w:rsid w:val="00D04EB1"/>
    <w:rsid w:val="00D05A20"/>
    <w:rsid w:val="00D05E5B"/>
    <w:rsid w:val="00D16260"/>
    <w:rsid w:val="00D2061C"/>
    <w:rsid w:val="00D2084D"/>
    <w:rsid w:val="00D244C1"/>
    <w:rsid w:val="00D27976"/>
    <w:rsid w:val="00D31D0E"/>
    <w:rsid w:val="00D3214E"/>
    <w:rsid w:val="00D34828"/>
    <w:rsid w:val="00D375C1"/>
    <w:rsid w:val="00D4025B"/>
    <w:rsid w:val="00D40638"/>
    <w:rsid w:val="00D43F3B"/>
    <w:rsid w:val="00D44334"/>
    <w:rsid w:val="00D5403D"/>
    <w:rsid w:val="00D546A4"/>
    <w:rsid w:val="00D546E9"/>
    <w:rsid w:val="00D629C6"/>
    <w:rsid w:val="00D63C21"/>
    <w:rsid w:val="00D65206"/>
    <w:rsid w:val="00D66A6B"/>
    <w:rsid w:val="00D76C51"/>
    <w:rsid w:val="00D77622"/>
    <w:rsid w:val="00D81A6E"/>
    <w:rsid w:val="00D879B3"/>
    <w:rsid w:val="00D9270D"/>
    <w:rsid w:val="00D92B67"/>
    <w:rsid w:val="00D9603C"/>
    <w:rsid w:val="00DA4E94"/>
    <w:rsid w:val="00DB1C7D"/>
    <w:rsid w:val="00DB2DA3"/>
    <w:rsid w:val="00DB703E"/>
    <w:rsid w:val="00DC0691"/>
    <w:rsid w:val="00DC28D5"/>
    <w:rsid w:val="00DC39CD"/>
    <w:rsid w:val="00DC66D5"/>
    <w:rsid w:val="00DC6B59"/>
    <w:rsid w:val="00DC739C"/>
    <w:rsid w:val="00DD011A"/>
    <w:rsid w:val="00DD729F"/>
    <w:rsid w:val="00DD76C4"/>
    <w:rsid w:val="00DE2967"/>
    <w:rsid w:val="00DE4F16"/>
    <w:rsid w:val="00DF0C69"/>
    <w:rsid w:val="00DF116D"/>
    <w:rsid w:val="00DF31AD"/>
    <w:rsid w:val="00E01A68"/>
    <w:rsid w:val="00E04875"/>
    <w:rsid w:val="00E13140"/>
    <w:rsid w:val="00E14BAE"/>
    <w:rsid w:val="00E17989"/>
    <w:rsid w:val="00E20A0B"/>
    <w:rsid w:val="00E23792"/>
    <w:rsid w:val="00E24B48"/>
    <w:rsid w:val="00E26587"/>
    <w:rsid w:val="00E33D7B"/>
    <w:rsid w:val="00E419C2"/>
    <w:rsid w:val="00E429A2"/>
    <w:rsid w:val="00E561FC"/>
    <w:rsid w:val="00E57E38"/>
    <w:rsid w:val="00E666F7"/>
    <w:rsid w:val="00E706D3"/>
    <w:rsid w:val="00E71790"/>
    <w:rsid w:val="00E72B68"/>
    <w:rsid w:val="00E72C60"/>
    <w:rsid w:val="00E75753"/>
    <w:rsid w:val="00E76A96"/>
    <w:rsid w:val="00E80022"/>
    <w:rsid w:val="00E869CE"/>
    <w:rsid w:val="00E872F2"/>
    <w:rsid w:val="00E93830"/>
    <w:rsid w:val="00E9578D"/>
    <w:rsid w:val="00EA1895"/>
    <w:rsid w:val="00EA19CE"/>
    <w:rsid w:val="00EA1EAD"/>
    <w:rsid w:val="00EA2B58"/>
    <w:rsid w:val="00EA704E"/>
    <w:rsid w:val="00EB0530"/>
    <w:rsid w:val="00EB3B2E"/>
    <w:rsid w:val="00EC11AA"/>
    <w:rsid w:val="00EC2118"/>
    <w:rsid w:val="00EC322B"/>
    <w:rsid w:val="00EC33B8"/>
    <w:rsid w:val="00EC37B0"/>
    <w:rsid w:val="00EC39F7"/>
    <w:rsid w:val="00EC5D92"/>
    <w:rsid w:val="00EC64C0"/>
    <w:rsid w:val="00ED0C23"/>
    <w:rsid w:val="00ED2587"/>
    <w:rsid w:val="00EF0D63"/>
    <w:rsid w:val="00EF2215"/>
    <w:rsid w:val="00EF237B"/>
    <w:rsid w:val="00EF2C65"/>
    <w:rsid w:val="00EF2FBC"/>
    <w:rsid w:val="00F02BCB"/>
    <w:rsid w:val="00F03880"/>
    <w:rsid w:val="00F053BD"/>
    <w:rsid w:val="00F067F5"/>
    <w:rsid w:val="00F10D89"/>
    <w:rsid w:val="00F144BD"/>
    <w:rsid w:val="00F1589A"/>
    <w:rsid w:val="00F1614E"/>
    <w:rsid w:val="00F17302"/>
    <w:rsid w:val="00F2355A"/>
    <w:rsid w:val="00F23C7B"/>
    <w:rsid w:val="00F27005"/>
    <w:rsid w:val="00F275EA"/>
    <w:rsid w:val="00F306A6"/>
    <w:rsid w:val="00F33696"/>
    <w:rsid w:val="00F37F2F"/>
    <w:rsid w:val="00F434B7"/>
    <w:rsid w:val="00F444EB"/>
    <w:rsid w:val="00F447E4"/>
    <w:rsid w:val="00F452FE"/>
    <w:rsid w:val="00F4556F"/>
    <w:rsid w:val="00F50491"/>
    <w:rsid w:val="00F50FD2"/>
    <w:rsid w:val="00F5236D"/>
    <w:rsid w:val="00F603F0"/>
    <w:rsid w:val="00F61F3D"/>
    <w:rsid w:val="00F62ACB"/>
    <w:rsid w:val="00F66A08"/>
    <w:rsid w:val="00F709E9"/>
    <w:rsid w:val="00F7234A"/>
    <w:rsid w:val="00F746FE"/>
    <w:rsid w:val="00F75274"/>
    <w:rsid w:val="00F7544D"/>
    <w:rsid w:val="00F77EEF"/>
    <w:rsid w:val="00F83205"/>
    <w:rsid w:val="00F87B47"/>
    <w:rsid w:val="00F90274"/>
    <w:rsid w:val="00F90940"/>
    <w:rsid w:val="00F939DF"/>
    <w:rsid w:val="00F93C21"/>
    <w:rsid w:val="00F96272"/>
    <w:rsid w:val="00F97633"/>
    <w:rsid w:val="00FA0E04"/>
    <w:rsid w:val="00FB0CD3"/>
    <w:rsid w:val="00FB2A42"/>
    <w:rsid w:val="00FB4E19"/>
    <w:rsid w:val="00FB613E"/>
    <w:rsid w:val="00FC109F"/>
    <w:rsid w:val="00FC265D"/>
    <w:rsid w:val="00FC6C9B"/>
    <w:rsid w:val="00FD0D70"/>
    <w:rsid w:val="00FD15ED"/>
    <w:rsid w:val="00FD5922"/>
    <w:rsid w:val="00FD5F5C"/>
    <w:rsid w:val="00FE2928"/>
    <w:rsid w:val="00FE2E7A"/>
    <w:rsid w:val="00FE601E"/>
    <w:rsid w:val="00FF0FFC"/>
    <w:rsid w:val="00FF2D14"/>
    <w:rsid w:val="00FF3493"/>
    <w:rsid w:val="00FF370F"/>
    <w:rsid w:val="00FF4F8F"/>
    <w:rsid w:val="00FF7272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8314C5"/>
  <w15:chartTrackingRefBased/>
  <w15:docId w15:val="{66987109-84A8-AB49-B3E3-C4D015C3E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084A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667F4C"/>
    <w:pPr>
      <w:keepNext/>
      <w:keepLines/>
      <w:numPr>
        <w:numId w:val="15"/>
      </w:numPr>
      <w:autoSpaceDE w:val="0"/>
      <w:autoSpaceDN w:val="0"/>
      <w:ind w:right="-1"/>
      <w:jc w:val="center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uiPriority w:val="99"/>
    <w:qFormat/>
    <w:rsid w:val="00667F4C"/>
    <w:pPr>
      <w:keepNext/>
      <w:keepLines/>
      <w:numPr>
        <w:ilvl w:val="1"/>
        <w:numId w:val="15"/>
      </w:numPr>
      <w:autoSpaceDE w:val="0"/>
      <w:autoSpaceDN w:val="0"/>
      <w:ind w:right="-1"/>
      <w:jc w:val="center"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uiPriority w:val="99"/>
    <w:qFormat/>
    <w:rsid w:val="00667F4C"/>
    <w:pPr>
      <w:keepNext/>
      <w:keepLines/>
      <w:numPr>
        <w:ilvl w:val="2"/>
        <w:numId w:val="15"/>
      </w:numPr>
      <w:autoSpaceDE w:val="0"/>
      <w:autoSpaceDN w:val="0"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667F4C"/>
    <w:pPr>
      <w:keepNext/>
      <w:keepLines/>
      <w:numPr>
        <w:ilvl w:val="3"/>
        <w:numId w:val="15"/>
      </w:numPr>
      <w:autoSpaceDE w:val="0"/>
      <w:autoSpaceDN w:val="0"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9"/>
    <w:qFormat/>
    <w:rsid w:val="00667F4C"/>
    <w:pPr>
      <w:keepLines/>
      <w:numPr>
        <w:ilvl w:val="4"/>
        <w:numId w:val="15"/>
      </w:numPr>
      <w:autoSpaceDE w:val="0"/>
      <w:autoSpaceDN w:val="0"/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rsid w:val="00667F4C"/>
    <w:pPr>
      <w:keepLines/>
      <w:numPr>
        <w:ilvl w:val="5"/>
        <w:numId w:val="15"/>
      </w:numPr>
      <w:autoSpaceDE w:val="0"/>
      <w:autoSpaceDN w:val="0"/>
      <w:spacing w:before="240" w:after="60"/>
      <w:jc w:val="both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rsid w:val="00667F4C"/>
    <w:pPr>
      <w:keepLines/>
      <w:numPr>
        <w:ilvl w:val="6"/>
        <w:numId w:val="15"/>
      </w:numPr>
      <w:autoSpaceDE w:val="0"/>
      <w:autoSpaceDN w:val="0"/>
      <w:spacing w:before="240" w:after="60"/>
      <w:jc w:val="both"/>
      <w:outlineLvl w:val="6"/>
    </w:pPr>
  </w:style>
  <w:style w:type="paragraph" w:styleId="Cmsor8">
    <w:name w:val="heading 8"/>
    <w:basedOn w:val="Norml"/>
    <w:next w:val="Norml"/>
    <w:link w:val="Cmsor8Char"/>
    <w:uiPriority w:val="99"/>
    <w:qFormat/>
    <w:rsid w:val="00667F4C"/>
    <w:pPr>
      <w:keepLines/>
      <w:numPr>
        <w:ilvl w:val="7"/>
        <w:numId w:val="15"/>
      </w:numPr>
      <w:autoSpaceDE w:val="0"/>
      <w:autoSpaceDN w:val="0"/>
      <w:spacing w:before="240" w:after="60"/>
      <w:jc w:val="both"/>
      <w:outlineLvl w:val="7"/>
    </w:pPr>
    <w:rPr>
      <w:i/>
      <w:iCs/>
    </w:rPr>
  </w:style>
  <w:style w:type="paragraph" w:styleId="Cmsor9">
    <w:name w:val="heading 9"/>
    <w:basedOn w:val="Norml"/>
    <w:next w:val="Norml"/>
    <w:link w:val="Cmsor9Char"/>
    <w:uiPriority w:val="99"/>
    <w:qFormat/>
    <w:rsid w:val="00667F4C"/>
    <w:pPr>
      <w:keepLines/>
      <w:numPr>
        <w:ilvl w:val="8"/>
        <w:numId w:val="15"/>
      </w:numPr>
      <w:autoSpaceDE w:val="0"/>
      <w:autoSpaceDN w:val="0"/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667F4C"/>
    <w:rPr>
      <w:b/>
      <w:bCs/>
      <w:sz w:val="24"/>
      <w:szCs w:val="24"/>
    </w:rPr>
  </w:style>
  <w:style w:type="character" w:customStyle="1" w:styleId="Cmsor2Char">
    <w:name w:val="Címsor 2 Char"/>
    <w:link w:val="Cmsor2"/>
    <w:uiPriority w:val="99"/>
    <w:locked/>
    <w:rsid w:val="00667F4C"/>
    <w:rPr>
      <w:b/>
      <w:bCs/>
      <w:sz w:val="24"/>
      <w:szCs w:val="24"/>
    </w:rPr>
  </w:style>
  <w:style w:type="character" w:customStyle="1" w:styleId="Cmsor3Char">
    <w:name w:val="Címsor 3 Char"/>
    <w:link w:val="Cmsor3"/>
    <w:uiPriority w:val="99"/>
    <w:locked/>
    <w:rsid w:val="00667F4C"/>
    <w:rPr>
      <w:rFonts w:ascii="Arial" w:hAnsi="Arial" w:cs="Arial"/>
      <w:b/>
      <w:bCs/>
      <w:sz w:val="26"/>
      <w:szCs w:val="26"/>
    </w:rPr>
  </w:style>
  <w:style w:type="character" w:customStyle="1" w:styleId="Cmsor4Char">
    <w:name w:val="Címsor 4 Char"/>
    <w:link w:val="Cmsor4"/>
    <w:uiPriority w:val="99"/>
    <w:locked/>
    <w:rsid w:val="00667F4C"/>
    <w:rPr>
      <w:b/>
      <w:bCs/>
      <w:sz w:val="28"/>
      <w:szCs w:val="28"/>
    </w:rPr>
  </w:style>
  <w:style w:type="character" w:customStyle="1" w:styleId="Cmsor5Char">
    <w:name w:val="Címsor 5 Char"/>
    <w:link w:val="Cmsor5"/>
    <w:uiPriority w:val="99"/>
    <w:locked/>
    <w:rsid w:val="00667F4C"/>
    <w:rPr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uiPriority w:val="99"/>
    <w:locked/>
    <w:rsid w:val="00667F4C"/>
    <w:rPr>
      <w:b/>
      <w:bCs/>
      <w:sz w:val="22"/>
      <w:szCs w:val="22"/>
    </w:rPr>
  </w:style>
  <w:style w:type="character" w:customStyle="1" w:styleId="Cmsor7Char">
    <w:name w:val="Címsor 7 Char"/>
    <w:link w:val="Cmsor7"/>
    <w:uiPriority w:val="99"/>
    <w:locked/>
    <w:rsid w:val="00667F4C"/>
    <w:rPr>
      <w:sz w:val="24"/>
      <w:szCs w:val="24"/>
    </w:rPr>
  </w:style>
  <w:style w:type="character" w:customStyle="1" w:styleId="Cmsor8Char">
    <w:name w:val="Címsor 8 Char"/>
    <w:link w:val="Cmsor8"/>
    <w:uiPriority w:val="99"/>
    <w:locked/>
    <w:rsid w:val="00667F4C"/>
    <w:rPr>
      <w:i/>
      <w:iCs/>
      <w:sz w:val="24"/>
      <w:szCs w:val="24"/>
    </w:rPr>
  </w:style>
  <w:style w:type="character" w:customStyle="1" w:styleId="Cmsor9Char">
    <w:name w:val="Címsor 9 Char"/>
    <w:link w:val="Cmsor9"/>
    <w:uiPriority w:val="99"/>
    <w:locked/>
    <w:rsid w:val="00667F4C"/>
    <w:rPr>
      <w:rFonts w:ascii="Arial" w:hAnsi="Arial" w:cs="Arial"/>
      <w:sz w:val="22"/>
      <w:szCs w:val="22"/>
    </w:rPr>
  </w:style>
  <w:style w:type="paragraph" w:styleId="lfej">
    <w:name w:val="header"/>
    <w:basedOn w:val="Norml"/>
    <w:link w:val="lfejChar"/>
    <w:uiPriority w:val="99"/>
    <w:rsid w:val="002E22B5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2E22B5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2E22B5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2E22B5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2E22B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locked/>
    <w:rsid w:val="002E22B5"/>
    <w:rPr>
      <w:rFonts w:ascii="Tahoma" w:hAnsi="Tahoma" w:cs="Tahoma"/>
      <w:sz w:val="16"/>
      <w:szCs w:val="16"/>
    </w:rPr>
  </w:style>
  <w:style w:type="paragraph" w:styleId="Vgjegyzetszvege">
    <w:name w:val="endnote text"/>
    <w:basedOn w:val="Norml"/>
    <w:link w:val="VgjegyzetszvegeChar"/>
    <w:uiPriority w:val="99"/>
    <w:semiHidden/>
    <w:rsid w:val="002E22B5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2E22B5"/>
  </w:style>
  <w:style w:type="character" w:styleId="Vgjegyzet-hivatkozs">
    <w:name w:val="endnote reference"/>
    <w:uiPriority w:val="99"/>
    <w:semiHidden/>
    <w:rsid w:val="002E22B5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2E22B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2E22B5"/>
  </w:style>
  <w:style w:type="character" w:styleId="Lbjegyzet-hivatkozs">
    <w:name w:val="footnote reference"/>
    <w:uiPriority w:val="99"/>
    <w:semiHidden/>
    <w:rsid w:val="002E22B5"/>
    <w:rPr>
      <w:vertAlign w:val="superscript"/>
    </w:rPr>
  </w:style>
  <w:style w:type="paragraph" w:styleId="Szvegtrzs">
    <w:name w:val="Body Text"/>
    <w:basedOn w:val="Norml"/>
    <w:link w:val="SzvegtrzsChar"/>
    <w:uiPriority w:val="99"/>
    <w:rsid w:val="00127A1A"/>
    <w:pPr>
      <w:tabs>
        <w:tab w:val="left" w:pos="3119"/>
      </w:tabs>
      <w:jc w:val="both"/>
    </w:pPr>
  </w:style>
  <w:style w:type="character" w:customStyle="1" w:styleId="SzvegtrzsChar">
    <w:name w:val="Szövegtörzs Char"/>
    <w:link w:val="Szvegtrzs"/>
    <w:uiPriority w:val="99"/>
    <w:locked/>
    <w:rsid w:val="00127A1A"/>
    <w:rPr>
      <w:sz w:val="24"/>
      <w:szCs w:val="24"/>
    </w:rPr>
  </w:style>
  <w:style w:type="paragraph" w:customStyle="1" w:styleId="CharChar1Char">
    <w:name w:val="Char Char1 Char"/>
    <w:basedOn w:val="Norml"/>
    <w:uiPriority w:val="99"/>
    <w:rsid w:val="00DB2DA3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Listaszerbekezds">
    <w:name w:val="List Paragraph"/>
    <w:basedOn w:val="Norml"/>
    <w:uiPriority w:val="99"/>
    <w:qFormat/>
    <w:rsid w:val="004A7763"/>
    <w:pPr>
      <w:ind w:left="720"/>
    </w:pPr>
  </w:style>
  <w:style w:type="character" w:customStyle="1" w:styleId="apple-style-span">
    <w:name w:val="apple-style-span"/>
    <w:basedOn w:val="Bekezdsalapbettpusa"/>
    <w:uiPriority w:val="99"/>
    <w:rsid w:val="00804567"/>
  </w:style>
  <w:style w:type="character" w:customStyle="1" w:styleId="apple-converted-space">
    <w:name w:val="apple-converted-space"/>
    <w:basedOn w:val="Bekezdsalapbettpusa"/>
    <w:uiPriority w:val="99"/>
    <w:rsid w:val="00804567"/>
  </w:style>
  <w:style w:type="table" w:styleId="Rcsostblzat">
    <w:name w:val="Table Grid"/>
    <w:basedOn w:val="Normltblzat"/>
    <w:uiPriority w:val="39"/>
    <w:rsid w:val="00823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ggestlist">
    <w:name w:val="suggest_list"/>
    <w:basedOn w:val="Bekezdsalapbettpusa"/>
    <w:rsid w:val="00B74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0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bert%20Szilvia\Application%20Data\Microsoft\Sablonok\polg&#225;rmester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010EF-26D9-4E22-9757-0BE464D60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polgármester.dot</Template>
  <TotalTime>50</TotalTime>
  <Pages>2</Pages>
  <Words>335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Szilvia</dc:creator>
  <cp:keywords/>
  <cp:lastModifiedBy>Sipos Nikolett</cp:lastModifiedBy>
  <cp:revision>7</cp:revision>
  <cp:lastPrinted>2025-09-09T06:25:00Z</cp:lastPrinted>
  <dcterms:created xsi:type="dcterms:W3CDTF">2025-10-07T08:08:00Z</dcterms:created>
  <dcterms:modified xsi:type="dcterms:W3CDTF">2025-10-07T08:42:00Z</dcterms:modified>
</cp:coreProperties>
</file>